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2AA44" w14:textId="4D3F8B44" w:rsidR="00F23696" w:rsidRPr="00AF62A9" w:rsidRDefault="00F23696" w:rsidP="00590DFA">
      <w:pPr>
        <w:shd w:val="clear" w:color="auto" w:fill="FFFFFF"/>
        <w:suppressAutoHyphens/>
        <w:jc w:val="both"/>
        <w:rPr>
          <w:rFonts w:ascii="Arial" w:hAnsi="Arial" w:cs="Arial"/>
        </w:rPr>
      </w:pPr>
      <w:r w:rsidRPr="00AF62A9">
        <w:rPr>
          <w:rFonts w:ascii="Arial" w:hAnsi="Arial" w:cs="Arial"/>
        </w:rPr>
        <w:t xml:space="preserve">PGE Dystrybucja S.A. Oddział </w:t>
      </w:r>
      <w:r w:rsidR="000D7453">
        <w:rPr>
          <w:rFonts w:ascii="Arial" w:hAnsi="Arial" w:cs="Arial"/>
        </w:rPr>
        <w:t>Rzeszów</w:t>
      </w:r>
    </w:p>
    <w:p w14:paraId="015AE69F" w14:textId="62082CD5" w:rsidR="00F23696" w:rsidRDefault="000D7453" w:rsidP="00590DFA">
      <w:pPr>
        <w:shd w:val="clear" w:color="auto" w:fill="FFFFFF"/>
        <w:suppressAutoHyphens/>
        <w:jc w:val="both"/>
        <w:rPr>
          <w:rFonts w:ascii="Arial" w:hAnsi="Arial" w:cs="Arial"/>
        </w:rPr>
      </w:pPr>
      <w:r>
        <w:rPr>
          <w:rFonts w:ascii="Arial" w:hAnsi="Arial" w:cs="Arial"/>
        </w:rPr>
        <w:t>Centrala</w:t>
      </w:r>
    </w:p>
    <w:p w14:paraId="174E152A" w14:textId="6DDB22D8" w:rsidR="00F23696" w:rsidRPr="00AF62A9" w:rsidRDefault="00F23696" w:rsidP="00590DFA">
      <w:pPr>
        <w:shd w:val="clear" w:color="auto" w:fill="FFFFFF"/>
        <w:suppressAutoHyphens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Komórka Organizacyjna</w:t>
      </w:r>
      <w:r w:rsidR="000A2238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="000D7453">
        <w:rPr>
          <w:rFonts w:ascii="Arial" w:hAnsi="Arial" w:cs="Arial"/>
        </w:rPr>
        <w:t>Wydział Administracji</w:t>
      </w:r>
    </w:p>
    <w:p w14:paraId="298EB6F7" w14:textId="77777777" w:rsidR="00F23696" w:rsidRDefault="00F23696" w:rsidP="00590DFA">
      <w:pPr>
        <w:shd w:val="clear" w:color="auto" w:fill="FFFFFF"/>
        <w:suppressAutoHyphens/>
        <w:spacing w:before="120" w:after="120"/>
        <w:jc w:val="both"/>
        <w:rPr>
          <w:rFonts w:ascii="Arial" w:hAnsi="Arial" w:cs="Arial"/>
        </w:rPr>
      </w:pPr>
      <w:r w:rsidRPr="00AF62A9">
        <w:rPr>
          <w:rFonts w:ascii="Arial" w:hAnsi="Arial" w:cs="Arial"/>
        </w:rPr>
        <w:t>Protokół nr: ………..…./…….….                       z dnia ………………..………</w:t>
      </w:r>
    </w:p>
    <w:p w14:paraId="1C0FE23D" w14:textId="77777777" w:rsidR="000D7453" w:rsidRDefault="000D7453" w:rsidP="00590DFA">
      <w:pPr>
        <w:shd w:val="clear" w:color="auto" w:fill="FFFFFF"/>
        <w:suppressAutoHyphens/>
        <w:spacing w:before="120" w:after="120"/>
        <w:jc w:val="both"/>
        <w:rPr>
          <w:rFonts w:ascii="Arial" w:hAnsi="Arial" w:cs="Arial"/>
        </w:rPr>
      </w:pPr>
    </w:p>
    <w:p w14:paraId="1167B659" w14:textId="77777777" w:rsidR="000D7453" w:rsidRPr="00AF62A9" w:rsidRDefault="000D7453" w:rsidP="00590DFA">
      <w:pPr>
        <w:shd w:val="clear" w:color="auto" w:fill="FFFFFF"/>
        <w:suppressAutoHyphens/>
        <w:spacing w:before="120" w:after="120"/>
        <w:jc w:val="both"/>
        <w:rPr>
          <w:rFonts w:ascii="Arial" w:hAnsi="Arial" w:cs="Arial"/>
        </w:rPr>
      </w:pPr>
    </w:p>
    <w:p w14:paraId="68B5C176" w14:textId="3C66DFC3" w:rsidR="00126A4D" w:rsidRPr="000935BB" w:rsidRDefault="00126A4D" w:rsidP="005E0F63">
      <w:pPr>
        <w:shd w:val="clear" w:color="auto" w:fill="FFFFFF"/>
        <w:suppressAutoHyphens/>
        <w:spacing w:before="120" w:after="120"/>
        <w:ind w:left="556" w:hanging="556"/>
        <w:jc w:val="center"/>
        <w:rPr>
          <w:rFonts w:ascii="Arial" w:hAnsi="Arial" w:cs="Arial"/>
          <w:b/>
          <w:sz w:val="24"/>
          <w:szCs w:val="24"/>
        </w:rPr>
      </w:pPr>
      <w:r w:rsidRPr="000935BB">
        <w:rPr>
          <w:rFonts w:ascii="Arial" w:hAnsi="Arial" w:cs="Arial"/>
          <w:b/>
          <w:sz w:val="24"/>
          <w:szCs w:val="24"/>
        </w:rPr>
        <w:t xml:space="preserve">Protokół </w:t>
      </w:r>
      <w:r w:rsidR="0049431D" w:rsidRPr="000935BB">
        <w:rPr>
          <w:rFonts w:ascii="Arial" w:hAnsi="Arial" w:cs="Arial"/>
          <w:b/>
          <w:sz w:val="24"/>
          <w:szCs w:val="24"/>
        </w:rPr>
        <w:t xml:space="preserve">ze sprawdzenia/odbioru, </w:t>
      </w:r>
      <w:r w:rsidR="007877BF" w:rsidRPr="000935BB">
        <w:rPr>
          <w:rFonts w:ascii="Arial" w:hAnsi="Arial" w:cs="Arial"/>
          <w:b/>
          <w:sz w:val="24"/>
          <w:szCs w:val="24"/>
        </w:rPr>
        <w:t>częściowego</w:t>
      </w:r>
      <w:r w:rsidR="0049431D" w:rsidRPr="000935BB">
        <w:rPr>
          <w:rFonts w:ascii="Arial" w:hAnsi="Arial" w:cs="Arial"/>
          <w:b/>
          <w:sz w:val="24"/>
          <w:szCs w:val="24"/>
        </w:rPr>
        <w:t>/końcowego</w:t>
      </w:r>
      <w:r w:rsidR="0049431D" w:rsidRPr="000935BB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="003A6D7C" w:rsidRPr="000935BB">
        <w:rPr>
          <w:rFonts w:ascii="Arial" w:hAnsi="Arial" w:cs="Arial"/>
          <w:b/>
          <w:spacing w:val="-8"/>
          <w:sz w:val="24"/>
          <w:szCs w:val="24"/>
        </w:rPr>
        <w:t>*</w:t>
      </w:r>
    </w:p>
    <w:p w14:paraId="54760E54" w14:textId="4F23FEE0" w:rsidR="003A6D7C" w:rsidRPr="000935BB" w:rsidRDefault="00D9735E" w:rsidP="00F56D62">
      <w:pPr>
        <w:pStyle w:val="Akapitzlist"/>
        <w:keepNext/>
        <w:numPr>
          <w:ilvl w:val="0"/>
          <w:numId w:val="31"/>
        </w:numPr>
        <w:spacing w:before="240" w:line="260" w:lineRule="exact"/>
        <w:contextualSpacing w:val="0"/>
        <w:jc w:val="both"/>
        <w:rPr>
          <w:rFonts w:ascii="Arial" w:hAnsi="Arial" w:cs="Arial"/>
          <w:b/>
        </w:rPr>
      </w:pPr>
      <w:r w:rsidRPr="000935BB">
        <w:rPr>
          <w:rFonts w:ascii="Arial" w:hAnsi="Arial" w:cs="Arial"/>
          <w:b/>
        </w:rPr>
        <w:t>OBIEKT: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6"/>
        <w:gridCol w:w="2940"/>
        <w:gridCol w:w="2909"/>
        <w:gridCol w:w="2879"/>
      </w:tblGrid>
      <w:tr w:rsidR="00F23696" w:rsidRPr="0007621A" w14:paraId="66F2E894" w14:textId="77777777" w:rsidTr="000D7453">
        <w:tc>
          <w:tcPr>
            <w:tcW w:w="1466" w:type="dxa"/>
            <w:shd w:val="clear" w:color="auto" w:fill="auto"/>
            <w:vAlign w:val="center"/>
          </w:tcPr>
          <w:p w14:paraId="75A1BD2C" w14:textId="77777777" w:rsidR="00F23696" w:rsidRPr="00AF62A9" w:rsidRDefault="00F23696" w:rsidP="00BF34C9">
            <w:pPr>
              <w:jc w:val="center"/>
              <w:rPr>
                <w:rFonts w:ascii="Arial" w:hAnsi="Arial" w:cs="Arial"/>
              </w:rPr>
            </w:pPr>
            <w:r w:rsidRPr="00AF62A9">
              <w:rPr>
                <w:rFonts w:ascii="Arial" w:hAnsi="Arial" w:cs="Arial"/>
              </w:rPr>
              <w:t>Nazwa zadania:</w:t>
            </w:r>
          </w:p>
        </w:tc>
        <w:tc>
          <w:tcPr>
            <w:tcW w:w="8728" w:type="dxa"/>
            <w:gridSpan w:val="3"/>
            <w:shd w:val="clear" w:color="auto" w:fill="auto"/>
          </w:tcPr>
          <w:p w14:paraId="58E32FF4" w14:textId="77777777" w:rsidR="00F23696" w:rsidRPr="00AF62A9" w:rsidRDefault="00F23696" w:rsidP="00F23696">
            <w:pPr>
              <w:spacing w:before="120"/>
              <w:jc w:val="center"/>
              <w:rPr>
                <w:rFonts w:ascii="Arial" w:hAnsi="Arial" w:cs="Arial"/>
              </w:rPr>
            </w:pPr>
            <w:r w:rsidRPr="00AF62A9">
              <w:rPr>
                <w:rFonts w:ascii="Arial" w:hAnsi="Arial" w:cs="Arial"/>
              </w:rPr>
              <w:t>……………</w:t>
            </w:r>
            <w:r>
              <w:rPr>
                <w:rFonts w:ascii="Arial" w:hAnsi="Arial" w:cs="Arial"/>
              </w:rPr>
              <w:t>………………..</w:t>
            </w:r>
            <w:r w:rsidRPr="00AF62A9">
              <w:rPr>
                <w:rFonts w:ascii="Arial" w:hAnsi="Arial" w:cs="Arial"/>
              </w:rPr>
              <w:t>…………………………………………………………………………………</w:t>
            </w:r>
          </w:p>
          <w:p w14:paraId="1EB37DEE" w14:textId="77777777" w:rsidR="00F23696" w:rsidRPr="00AF62A9" w:rsidRDefault="00F23696" w:rsidP="00F23696">
            <w:pPr>
              <w:spacing w:before="120"/>
              <w:jc w:val="center"/>
              <w:rPr>
                <w:rFonts w:ascii="Arial" w:hAnsi="Arial" w:cs="Arial"/>
              </w:rPr>
            </w:pPr>
            <w:r w:rsidRPr="00AF62A9">
              <w:rPr>
                <w:rFonts w:ascii="Arial" w:hAnsi="Arial" w:cs="Arial"/>
              </w:rPr>
              <w:t>……………</w:t>
            </w:r>
            <w:r>
              <w:rPr>
                <w:rFonts w:ascii="Arial" w:hAnsi="Arial" w:cs="Arial"/>
              </w:rPr>
              <w:t>…………….….</w:t>
            </w:r>
            <w:r w:rsidRPr="00AF62A9">
              <w:rPr>
                <w:rFonts w:ascii="Arial" w:hAnsi="Arial" w:cs="Arial"/>
              </w:rPr>
              <w:t>…………………………………………………………………………………</w:t>
            </w:r>
          </w:p>
        </w:tc>
      </w:tr>
      <w:tr w:rsidR="00F23696" w:rsidRPr="0007621A" w14:paraId="50AD0563" w14:textId="77777777" w:rsidTr="000D7453">
        <w:tc>
          <w:tcPr>
            <w:tcW w:w="1466" w:type="dxa"/>
            <w:shd w:val="clear" w:color="auto" w:fill="auto"/>
            <w:vAlign w:val="center"/>
          </w:tcPr>
          <w:p w14:paraId="0FD15CCC" w14:textId="43362D05" w:rsidR="00F23696" w:rsidRPr="00AF62A9" w:rsidRDefault="00F23696" w:rsidP="00BF34C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obiektu:</w:t>
            </w:r>
          </w:p>
        </w:tc>
        <w:tc>
          <w:tcPr>
            <w:tcW w:w="8728" w:type="dxa"/>
            <w:gridSpan w:val="3"/>
            <w:shd w:val="clear" w:color="auto" w:fill="auto"/>
          </w:tcPr>
          <w:p w14:paraId="6DE1A837" w14:textId="77777777" w:rsidR="00F23696" w:rsidRPr="00AF62A9" w:rsidRDefault="00F23696" w:rsidP="00F23696">
            <w:pPr>
              <w:spacing w:before="120"/>
              <w:jc w:val="center"/>
              <w:rPr>
                <w:rFonts w:ascii="Arial" w:hAnsi="Arial" w:cs="Arial"/>
              </w:rPr>
            </w:pPr>
            <w:r w:rsidRPr="00AF62A9">
              <w:rPr>
                <w:rFonts w:ascii="Arial" w:hAnsi="Arial" w:cs="Arial"/>
              </w:rPr>
              <w:t>……………</w:t>
            </w:r>
            <w:r>
              <w:rPr>
                <w:rFonts w:ascii="Arial" w:hAnsi="Arial" w:cs="Arial"/>
              </w:rPr>
              <w:t>………………..</w:t>
            </w:r>
            <w:r w:rsidRPr="00AF62A9">
              <w:rPr>
                <w:rFonts w:ascii="Arial" w:hAnsi="Arial" w:cs="Arial"/>
              </w:rPr>
              <w:t>…………………………………………………………………………………</w:t>
            </w:r>
          </w:p>
          <w:p w14:paraId="04FF4955" w14:textId="77777777" w:rsidR="00F23696" w:rsidRPr="00AF62A9" w:rsidRDefault="00F23696" w:rsidP="00F23696">
            <w:pPr>
              <w:spacing w:before="120"/>
              <w:jc w:val="center"/>
              <w:rPr>
                <w:rFonts w:ascii="Arial" w:hAnsi="Arial" w:cs="Arial"/>
              </w:rPr>
            </w:pPr>
            <w:r w:rsidRPr="00AF62A9">
              <w:rPr>
                <w:rFonts w:ascii="Arial" w:hAnsi="Arial" w:cs="Arial"/>
              </w:rPr>
              <w:t>……………</w:t>
            </w:r>
            <w:r>
              <w:rPr>
                <w:rFonts w:ascii="Arial" w:hAnsi="Arial" w:cs="Arial"/>
              </w:rPr>
              <w:t>…………….….</w:t>
            </w:r>
            <w:r w:rsidRPr="00AF62A9">
              <w:rPr>
                <w:rFonts w:ascii="Arial" w:hAnsi="Arial" w:cs="Arial"/>
              </w:rPr>
              <w:t>…………………………………………………………………………………</w:t>
            </w:r>
          </w:p>
        </w:tc>
      </w:tr>
      <w:tr w:rsidR="00F23696" w:rsidRPr="0007621A" w14:paraId="61062130" w14:textId="77777777" w:rsidTr="000D7453">
        <w:tc>
          <w:tcPr>
            <w:tcW w:w="1466" w:type="dxa"/>
            <w:shd w:val="clear" w:color="auto" w:fill="auto"/>
            <w:vAlign w:val="center"/>
          </w:tcPr>
          <w:p w14:paraId="75FFDC3A" w14:textId="77777777" w:rsidR="00F23696" w:rsidRPr="00AF62A9" w:rsidRDefault="00F23696" w:rsidP="00BF34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62A9">
              <w:rPr>
                <w:rFonts w:ascii="Arial" w:hAnsi="Arial" w:cs="Arial"/>
                <w:sz w:val="16"/>
                <w:szCs w:val="16"/>
              </w:rPr>
              <w:t>Nr kontrahenta (wykonawcy)</w:t>
            </w:r>
          </w:p>
        </w:tc>
        <w:tc>
          <w:tcPr>
            <w:tcW w:w="2940" w:type="dxa"/>
            <w:shd w:val="clear" w:color="auto" w:fill="auto"/>
            <w:vAlign w:val="center"/>
          </w:tcPr>
          <w:p w14:paraId="73B08F2F" w14:textId="77777777" w:rsidR="00F23696" w:rsidRPr="00AF62A9" w:rsidRDefault="00F23696" w:rsidP="00BF34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62A9">
              <w:rPr>
                <w:rFonts w:ascii="Arial" w:hAnsi="Arial" w:cs="Arial"/>
                <w:sz w:val="16"/>
                <w:szCs w:val="16"/>
              </w:rPr>
              <w:t>Nr umowy</w:t>
            </w:r>
          </w:p>
          <w:p w14:paraId="5771F07D" w14:textId="77777777" w:rsidR="00F23696" w:rsidRPr="00AF62A9" w:rsidRDefault="00F23696" w:rsidP="00BF34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62A9">
              <w:rPr>
                <w:rFonts w:ascii="Arial" w:hAnsi="Arial" w:cs="Arial"/>
                <w:sz w:val="16"/>
                <w:szCs w:val="16"/>
              </w:rPr>
              <w:t>z wykonawcą</w:t>
            </w:r>
          </w:p>
        </w:tc>
        <w:tc>
          <w:tcPr>
            <w:tcW w:w="2909" w:type="dxa"/>
            <w:shd w:val="clear" w:color="auto" w:fill="auto"/>
            <w:vAlign w:val="center"/>
          </w:tcPr>
          <w:p w14:paraId="4923D356" w14:textId="77777777" w:rsidR="00F23696" w:rsidRPr="00AF62A9" w:rsidRDefault="00F23696" w:rsidP="00BF34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62A9">
              <w:rPr>
                <w:rFonts w:ascii="Arial" w:hAnsi="Arial" w:cs="Arial"/>
                <w:sz w:val="16"/>
                <w:szCs w:val="16"/>
              </w:rPr>
              <w:t>Data wykonania</w:t>
            </w:r>
          </w:p>
          <w:p w14:paraId="7E6F619B" w14:textId="77777777" w:rsidR="00F23696" w:rsidRPr="00AF62A9" w:rsidRDefault="00F23696" w:rsidP="00BF34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62A9">
              <w:rPr>
                <w:rFonts w:ascii="Arial" w:hAnsi="Arial" w:cs="Arial"/>
                <w:sz w:val="16"/>
                <w:szCs w:val="16"/>
              </w:rPr>
              <w:t>prac z umowy zawartej z wykonawcą</w:t>
            </w:r>
          </w:p>
        </w:tc>
        <w:tc>
          <w:tcPr>
            <w:tcW w:w="2879" w:type="dxa"/>
            <w:shd w:val="clear" w:color="auto" w:fill="auto"/>
            <w:vAlign w:val="center"/>
          </w:tcPr>
          <w:p w14:paraId="12006F92" w14:textId="77777777" w:rsidR="00F23696" w:rsidRPr="00AF62A9" w:rsidRDefault="00F23696" w:rsidP="00BF34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62A9">
              <w:rPr>
                <w:rFonts w:ascii="Arial" w:hAnsi="Arial" w:cs="Arial"/>
                <w:sz w:val="16"/>
                <w:szCs w:val="16"/>
              </w:rPr>
              <w:t>Data zgłoszenia</w:t>
            </w:r>
          </w:p>
          <w:p w14:paraId="35C4FC0C" w14:textId="77777777" w:rsidR="00F23696" w:rsidRPr="00AF62A9" w:rsidRDefault="00F23696" w:rsidP="00BF34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62A9">
              <w:rPr>
                <w:rFonts w:ascii="Arial" w:hAnsi="Arial" w:cs="Arial"/>
                <w:sz w:val="16"/>
                <w:szCs w:val="16"/>
              </w:rPr>
              <w:t>do odbioru</w:t>
            </w:r>
          </w:p>
        </w:tc>
      </w:tr>
      <w:tr w:rsidR="00F23696" w:rsidRPr="0007621A" w14:paraId="1BF28E76" w14:textId="77777777" w:rsidTr="000D7453">
        <w:tc>
          <w:tcPr>
            <w:tcW w:w="1466" w:type="dxa"/>
            <w:shd w:val="clear" w:color="auto" w:fill="auto"/>
            <w:vAlign w:val="bottom"/>
          </w:tcPr>
          <w:p w14:paraId="43341D8E" w14:textId="77777777" w:rsidR="00F23696" w:rsidRPr="00AF62A9" w:rsidRDefault="00F23696" w:rsidP="00F23696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F62A9">
              <w:rPr>
                <w:rFonts w:ascii="Arial" w:hAnsi="Arial" w:cs="Arial"/>
                <w:sz w:val="16"/>
                <w:szCs w:val="16"/>
              </w:rPr>
              <w:t>..…………………</w:t>
            </w:r>
          </w:p>
        </w:tc>
        <w:tc>
          <w:tcPr>
            <w:tcW w:w="2940" w:type="dxa"/>
            <w:shd w:val="clear" w:color="auto" w:fill="auto"/>
            <w:vAlign w:val="bottom"/>
          </w:tcPr>
          <w:p w14:paraId="415EB8BD" w14:textId="77777777" w:rsidR="00F23696" w:rsidRPr="00AF62A9" w:rsidRDefault="00F23696" w:rsidP="00F23696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F62A9">
              <w:rPr>
                <w:rFonts w:ascii="Arial" w:hAnsi="Arial" w:cs="Arial"/>
                <w:sz w:val="16"/>
                <w:szCs w:val="16"/>
              </w:rPr>
              <w:t>..………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……………….</w:t>
            </w:r>
            <w:r w:rsidRPr="00AF62A9">
              <w:rPr>
                <w:rFonts w:ascii="Arial" w:hAnsi="Arial" w:cs="Arial"/>
                <w:sz w:val="16"/>
                <w:szCs w:val="16"/>
              </w:rPr>
              <w:t>….…….……</w:t>
            </w:r>
          </w:p>
        </w:tc>
        <w:tc>
          <w:tcPr>
            <w:tcW w:w="2909" w:type="dxa"/>
            <w:shd w:val="clear" w:color="auto" w:fill="auto"/>
            <w:vAlign w:val="bottom"/>
          </w:tcPr>
          <w:p w14:paraId="69E1F091" w14:textId="77777777" w:rsidR="00F23696" w:rsidRPr="00AF62A9" w:rsidRDefault="00F23696" w:rsidP="00F23696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F62A9">
              <w:rPr>
                <w:rFonts w:ascii="Arial" w:hAnsi="Arial" w:cs="Arial"/>
                <w:sz w:val="16"/>
                <w:szCs w:val="16"/>
              </w:rPr>
              <w:t>..………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……………….</w:t>
            </w:r>
            <w:r w:rsidRPr="00AF62A9">
              <w:rPr>
                <w:rFonts w:ascii="Arial" w:hAnsi="Arial" w:cs="Arial"/>
                <w:sz w:val="16"/>
                <w:szCs w:val="16"/>
              </w:rPr>
              <w:t>….…….……</w:t>
            </w:r>
          </w:p>
        </w:tc>
        <w:tc>
          <w:tcPr>
            <w:tcW w:w="2879" w:type="dxa"/>
            <w:shd w:val="clear" w:color="auto" w:fill="auto"/>
            <w:vAlign w:val="bottom"/>
          </w:tcPr>
          <w:p w14:paraId="1BD6D693" w14:textId="77777777" w:rsidR="00F23696" w:rsidRPr="00AF62A9" w:rsidRDefault="00F23696" w:rsidP="00F23696">
            <w:pPr>
              <w:spacing w:before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F62A9">
              <w:rPr>
                <w:rFonts w:ascii="Arial" w:hAnsi="Arial" w:cs="Arial"/>
                <w:sz w:val="16"/>
                <w:szCs w:val="16"/>
              </w:rPr>
              <w:t>..………</w:t>
            </w:r>
            <w:r>
              <w:rPr>
                <w:rFonts w:ascii="Arial" w:hAnsi="Arial" w:cs="Arial"/>
                <w:sz w:val="16"/>
                <w:szCs w:val="16"/>
              </w:rPr>
              <w:t>……………….</w:t>
            </w:r>
            <w:r w:rsidRPr="00AF62A9">
              <w:rPr>
                <w:rFonts w:ascii="Arial" w:hAnsi="Arial" w:cs="Arial"/>
                <w:sz w:val="16"/>
                <w:szCs w:val="16"/>
              </w:rPr>
              <w:t>….…….……</w:t>
            </w:r>
          </w:p>
        </w:tc>
      </w:tr>
      <w:tr w:rsidR="00F23696" w:rsidRPr="0007621A" w14:paraId="197DCFAA" w14:textId="77777777" w:rsidTr="000D7453">
        <w:tc>
          <w:tcPr>
            <w:tcW w:w="1466" w:type="dxa"/>
            <w:shd w:val="clear" w:color="auto" w:fill="auto"/>
            <w:vAlign w:val="center"/>
          </w:tcPr>
          <w:p w14:paraId="434FFC2A" w14:textId="77777777" w:rsidR="00F23696" w:rsidRPr="00AF62A9" w:rsidRDefault="00F23696" w:rsidP="00BF34C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62A9">
              <w:rPr>
                <w:rFonts w:ascii="Arial" w:hAnsi="Arial" w:cs="Arial"/>
                <w:sz w:val="16"/>
                <w:szCs w:val="16"/>
              </w:rPr>
              <w:t>Nr projektu SAP / nr zamówienia SAP.</w:t>
            </w:r>
          </w:p>
        </w:tc>
        <w:tc>
          <w:tcPr>
            <w:tcW w:w="8728" w:type="dxa"/>
            <w:gridSpan w:val="3"/>
            <w:shd w:val="clear" w:color="auto" w:fill="auto"/>
          </w:tcPr>
          <w:p w14:paraId="6E89B30B" w14:textId="77777777" w:rsidR="00F23696" w:rsidRPr="00AF62A9" w:rsidRDefault="00F23696" w:rsidP="00F23696">
            <w:pPr>
              <w:spacing w:before="120"/>
              <w:jc w:val="center"/>
              <w:rPr>
                <w:rFonts w:ascii="Arial" w:hAnsi="Arial" w:cs="Arial"/>
              </w:rPr>
            </w:pPr>
            <w:r w:rsidRPr="00AF62A9">
              <w:rPr>
                <w:rFonts w:ascii="Arial" w:hAnsi="Arial" w:cs="Arial"/>
              </w:rPr>
              <w:t>……………</w:t>
            </w:r>
            <w:r>
              <w:rPr>
                <w:rFonts w:ascii="Arial" w:hAnsi="Arial" w:cs="Arial"/>
              </w:rPr>
              <w:t>………………..</w:t>
            </w:r>
            <w:r w:rsidRPr="00AF62A9">
              <w:rPr>
                <w:rFonts w:ascii="Arial" w:hAnsi="Arial" w:cs="Arial"/>
              </w:rPr>
              <w:t>…………………………………………………………………………………</w:t>
            </w:r>
          </w:p>
          <w:p w14:paraId="33A69A64" w14:textId="77777777" w:rsidR="00F23696" w:rsidRPr="00AF62A9" w:rsidRDefault="00F23696" w:rsidP="00F23696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F62A9">
              <w:rPr>
                <w:rFonts w:ascii="Arial" w:hAnsi="Arial" w:cs="Arial"/>
              </w:rPr>
              <w:t>……………</w:t>
            </w:r>
            <w:r>
              <w:rPr>
                <w:rFonts w:ascii="Arial" w:hAnsi="Arial" w:cs="Arial"/>
              </w:rPr>
              <w:t>…………….….</w:t>
            </w:r>
            <w:r w:rsidRPr="00AF62A9">
              <w:rPr>
                <w:rFonts w:ascii="Arial" w:hAnsi="Arial" w:cs="Arial"/>
              </w:rPr>
              <w:t>…………………………………………………………………………………</w:t>
            </w:r>
          </w:p>
        </w:tc>
      </w:tr>
    </w:tbl>
    <w:p w14:paraId="4275F374" w14:textId="284F3D14" w:rsidR="00D9735E" w:rsidRPr="00A27523" w:rsidRDefault="00D9735E" w:rsidP="00F56D62">
      <w:pPr>
        <w:pStyle w:val="Akapitzlist"/>
        <w:keepNext/>
        <w:numPr>
          <w:ilvl w:val="0"/>
          <w:numId w:val="31"/>
        </w:numPr>
        <w:spacing w:before="240" w:line="260" w:lineRule="exact"/>
        <w:contextualSpacing w:val="0"/>
        <w:jc w:val="both"/>
        <w:rPr>
          <w:rFonts w:ascii="Arial" w:hAnsi="Arial" w:cs="Arial"/>
          <w:b/>
        </w:rPr>
      </w:pPr>
      <w:r w:rsidRPr="000935BB">
        <w:rPr>
          <w:rFonts w:ascii="Arial" w:hAnsi="Arial" w:cs="Arial"/>
          <w:b/>
        </w:rPr>
        <w:t>DANE CHARAKTERYSTYCZNE OBIEKTU/ZAKRESU PRAC:</w:t>
      </w:r>
      <w:r w:rsidRPr="00A27523">
        <w:rPr>
          <w:rFonts w:ascii="Arial" w:hAnsi="Arial" w:cs="Arial"/>
          <w:b/>
        </w:rPr>
        <w:t xml:space="preserve"> </w:t>
      </w:r>
    </w:p>
    <w:p w14:paraId="42097E2F" w14:textId="2703B66A" w:rsidR="00D9735E" w:rsidRDefault="00D9735E" w:rsidP="00A27523">
      <w:pPr>
        <w:suppressAutoHyphens/>
        <w:spacing w:line="360" w:lineRule="auto"/>
        <w:ind w:left="426" w:hanging="284"/>
        <w:rPr>
          <w:rFonts w:ascii="Arial" w:hAnsi="Arial" w:cs="Arial"/>
        </w:rPr>
      </w:pPr>
      <w:r w:rsidRPr="00D9735E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F18C04F" wp14:editId="01498DA3">
                <wp:simplePos x="0" y="0"/>
                <wp:positionH relativeFrom="column">
                  <wp:posOffset>1864665</wp:posOffset>
                </wp:positionH>
                <wp:positionV relativeFrom="paragraph">
                  <wp:posOffset>88900</wp:posOffset>
                </wp:positionV>
                <wp:extent cx="3123565" cy="190500"/>
                <wp:effectExtent l="0" t="0" r="19685" b="19050"/>
                <wp:wrapNone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3565" cy="1905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098A56" w14:textId="331F07AD" w:rsidR="00D9735E" w:rsidRPr="00D9735E" w:rsidRDefault="00D9735E" w:rsidP="00E7432E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D9735E">
                              <w:rPr>
                                <w:rFonts w:ascii="Arial" w:hAnsi="Arial" w:cs="Arial"/>
                                <w:position w:val="6"/>
                                <w:sz w:val="12"/>
                                <w:szCs w:val="12"/>
                              </w:rPr>
                              <w:t>wymienić sprawdzane lub odbierane urządzenia, zakres wykonywanych prac)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18C04F" id="_x0000_t202" coordsize="21600,21600" o:spt="202" path="m,l,21600r21600,l21600,xe">
                <v:stroke joinstyle="miter"/>
                <v:path gradientshapeok="t" o:connecttype="rect"/>
              </v:shapetype>
              <v:shape id="Pole tekstowe 12" o:spid="_x0000_s1026" type="#_x0000_t202" style="position:absolute;left:0;text-align:left;margin-left:146.8pt;margin-top:7pt;width:245.95pt;height:1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" strokecolor="white">
                <v:fill opacity="0"/>
                <v:textbox>
                  <w:txbxContent>
                    <w:p w14:paraId="67098A56" w14:textId="331F07AD" w:rsidR="00D9735E" w:rsidRPr="00D9735E" w:rsidRDefault="00D9735E" w:rsidP="00E7432E">
                      <w:pPr>
                        <w:jc w:val="center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D9735E">
                        <w:rPr>
                          <w:rFonts w:ascii="Arial" w:hAnsi="Arial" w:cs="Arial"/>
                          <w:position w:val="6"/>
                          <w:sz w:val="12"/>
                          <w:szCs w:val="12"/>
                        </w:rPr>
                        <w:t>wymienić sprawdzane lub odbierane urządzenia, zakres wykonywanych prac)</w:t>
                      </w:r>
                    </w:p>
                  </w:txbxContent>
                </v:textbox>
              </v:shape>
            </w:pict>
          </mc:Fallback>
        </mc:AlternateContent>
      </w:r>
      <w:r w:rsidRPr="00D9735E">
        <w:rPr>
          <w:rFonts w:ascii="Arial" w:hAnsi="Arial" w:cs="Arial"/>
        </w:rPr>
        <w:t>……………………………………………………………………………………………………</w:t>
      </w:r>
      <w:r w:rsidR="00430420">
        <w:rPr>
          <w:rFonts w:ascii="Arial" w:hAnsi="Arial" w:cs="Arial"/>
        </w:rPr>
        <w:t>...........................................</w:t>
      </w:r>
    </w:p>
    <w:p w14:paraId="5479C404" w14:textId="5E61C08B" w:rsidR="00430420" w:rsidRPr="00D9735E" w:rsidRDefault="00430420" w:rsidP="00A27523">
      <w:pPr>
        <w:suppressAutoHyphens/>
        <w:spacing w:line="360" w:lineRule="auto"/>
        <w:ind w:left="426" w:hanging="284"/>
        <w:rPr>
          <w:rFonts w:ascii="Arial" w:hAnsi="Arial" w:cs="Arial"/>
          <w:u w:val="single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</w:t>
      </w:r>
    </w:p>
    <w:p w14:paraId="1A756E77" w14:textId="21AF21A1" w:rsidR="00D9735E" w:rsidRPr="00D9735E" w:rsidRDefault="005C2309" w:rsidP="00F56D62">
      <w:pPr>
        <w:pStyle w:val="Akapitzlist"/>
        <w:keepNext/>
        <w:numPr>
          <w:ilvl w:val="0"/>
          <w:numId w:val="31"/>
        </w:numPr>
        <w:spacing w:before="240" w:line="260" w:lineRule="exact"/>
        <w:contextualSpacing w:val="0"/>
        <w:jc w:val="both"/>
        <w:rPr>
          <w:rFonts w:ascii="Arial" w:hAnsi="Arial" w:cs="Arial"/>
          <w:b/>
        </w:rPr>
      </w:pPr>
      <w:r w:rsidRPr="00A27523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D165F3C" wp14:editId="22AD7E21">
                <wp:simplePos x="0" y="0"/>
                <wp:positionH relativeFrom="column">
                  <wp:posOffset>2891790</wp:posOffset>
                </wp:positionH>
                <wp:positionV relativeFrom="paragraph">
                  <wp:posOffset>221716</wp:posOffset>
                </wp:positionV>
                <wp:extent cx="1435735" cy="172085"/>
                <wp:effectExtent l="0" t="0" r="0" b="0"/>
                <wp:wrapNone/>
                <wp:docPr id="2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5735" cy="1720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6662FE" w14:textId="5BDDA593" w:rsidR="005C2309" w:rsidRPr="005C2309" w:rsidRDefault="005C2309" w:rsidP="00E7432E">
                            <w:pPr>
                              <w:suppressAutoHyphens/>
                              <w:jc w:val="center"/>
                              <w:rPr>
                                <w:rFonts w:ascii="Arial" w:hAnsi="Arial" w:cs="Arial"/>
                                <w:position w:val="6"/>
                                <w:sz w:val="12"/>
                                <w:szCs w:val="12"/>
                              </w:rPr>
                            </w:pPr>
                            <w:r w:rsidRPr="005C2309">
                              <w:rPr>
                                <w:rFonts w:ascii="Arial" w:hAnsi="Arial" w:cs="Arial"/>
                                <w:position w:val="6"/>
                                <w:sz w:val="12"/>
                                <w:szCs w:val="12"/>
                              </w:rPr>
                              <w:t>(nazwa i siedziba Inwestora)</w:t>
                            </w:r>
                          </w:p>
                          <w:p w14:paraId="79F0775F" w14:textId="77777777" w:rsidR="005C2309" w:rsidRPr="00914B61" w:rsidRDefault="005C2309" w:rsidP="005C2309">
                            <w:pPr>
                              <w:suppressAutoHyphens/>
                              <w:ind w:left="426" w:hanging="284"/>
                              <w:jc w:val="center"/>
                              <w:rPr>
                                <w:sz w:val="12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165F3C" id="Text Box 11" o:spid="_x0000_s1027" type="#_x0000_t202" style="position:absolute;left:0;text-align:left;margin-left:227.7pt;margin-top:17.45pt;width:113.05pt;height:13.5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" stroked="f">
                <v:fill opacity="0"/>
                <v:textbox>
                  <w:txbxContent>
                    <w:p w14:paraId="336662FE" w14:textId="5BDDA593" w:rsidR="005C2309" w:rsidRPr="005C2309" w:rsidRDefault="005C2309" w:rsidP="00E7432E">
                      <w:pPr>
                        <w:suppressAutoHyphens/>
                        <w:jc w:val="center"/>
                        <w:rPr>
                          <w:rFonts w:ascii="Arial" w:hAnsi="Arial" w:cs="Arial"/>
                          <w:position w:val="6"/>
                          <w:sz w:val="12"/>
                          <w:szCs w:val="12"/>
                        </w:rPr>
                      </w:pPr>
                      <w:r w:rsidRPr="005C2309">
                        <w:rPr>
                          <w:rFonts w:ascii="Arial" w:hAnsi="Arial" w:cs="Arial"/>
                          <w:position w:val="6"/>
                          <w:sz w:val="12"/>
                          <w:szCs w:val="12"/>
                        </w:rPr>
                        <w:t>(nazwa i siedziba Inwestora)</w:t>
                      </w:r>
                    </w:p>
                    <w:p w14:paraId="79F0775F" w14:textId="77777777" w:rsidR="005C2309" w:rsidRPr="00914B61" w:rsidRDefault="005C2309" w:rsidP="005C2309">
                      <w:pPr>
                        <w:suppressAutoHyphens/>
                        <w:ind w:left="426" w:hanging="284"/>
                        <w:jc w:val="center"/>
                        <w:rPr>
                          <w:sz w:val="12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53DD0">
        <w:rPr>
          <w:rFonts w:ascii="Arial" w:hAnsi="Arial" w:cs="Arial"/>
          <w:b/>
        </w:rPr>
        <w:t xml:space="preserve">INWESTOR: </w:t>
      </w:r>
      <w:r w:rsidR="00D9735E" w:rsidRPr="00A27523">
        <w:rPr>
          <w:rFonts w:ascii="Arial" w:hAnsi="Arial" w:cs="Arial"/>
          <w:b/>
        </w:rPr>
        <w:t>…………………………………………………………………………………………</w:t>
      </w:r>
      <w:r w:rsidR="00D53DD0" w:rsidRPr="00A27523">
        <w:rPr>
          <w:rFonts w:ascii="Arial" w:hAnsi="Arial" w:cs="Arial"/>
          <w:b/>
        </w:rPr>
        <w:t>.............................</w:t>
      </w:r>
    </w:p>
    <w:p w14:paraId="0C790226" w14:textId="1BE45575" w:rsidR="00D9735E" w:rsidRPr="00A27523" w:rsidRDefault="00D9735E" w:rsidP="00F56D62">
      <w:pPr>
        <w:pStyle w:val="Akapitzlist"/>
        <w:keepNext/>
        <w:numPr>
          <w:ilvl w:val="0"/>
          <w:numId w:val="31"/>
        </w:numPr>
        <w:spacing w:before="240" w:line="260" w:lineRule="exact"/>
        <w:contextualSpacing w:val="0"/>
        <w:jc w:val="both"/>
        <w:rPr>
          <w:rFonts w:ascii="Arial" w:hAnsi="Arial" w:cs="Arial"/>
          <w:b/>
        </w:rPr>
      </w:pPr>
      <w:r w:rsidRPr="00A27523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0BC2F7F" wp14:editId="6642EF6B">
                <wp:simplePos x="0" y="0"/>
                <wp:positionH relativeFrom="column">
                  <wp:posOffset>3024327</wp:posOffset>
                </wp:positionH>
                <wp:positionV relativeFrom="paragraph">
                  <wp:posOffset>219075</wp:posOffset>
                </wp:positionV>
                <wp:extent cx="1263485" cy="172085"/>
                <wp:effectExtent l="0" t="0" r="0" b="0"/>
                <wp:wrapNone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485" cy="1720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B00F3B" w14:textId="18D600FB" w:rsidR="00D9735E" w:rsidRPr="005C2309" w:rsidRDefault="00D9735E" w:rsidP="00E7432E">
                            <w:pPr>
                              <w:suppressAutoHyphens/>
                              <w:jc w:val="center"/>
                              <w:rPr>
                                <w:rFonts w:ascii="Arial" w:hAnsi="Arial" w:cs="Arial"/>
                                <w:position w:val="6"/>
                                <w:sz w:val="12"/>
                                <w:szCs w:val="12"/>
                              </w:rPr>
                            </w:pPr>
                            <w:r w:rsidRPr="005C2309">
                              <w:rPr>
                                <w:rFonts w:ascii="Arial" w:hAnsi="Arial" w:cs="Arial"/>
                                <w:position w:val="6"/>
                                <w:sz w:val="12"/>
                                <w:szCs w:val="12"/>
                              </w:rPr>
                              <w:t>(nazwa i siedziba Wykonawcy</w:t>
                            </w:r>
                            <w:r w:rsidR="00E7432E">
                              <w:rPr>
                                <w:rFonts w:ascii="Arial" w:hAnsi="Arial" w:cs="Arial"/>
                                <w:position w:val="6"/>
                                <w:sz w:val="12"/>
                                <w:szCs w:val="12"/>
                              </w:rPr>
                              <w:t>)</w:t>
                            </w:r>
                            <w:r w:rsidRPr="005C2309">
                              <w:rPr>
                                <w:rFonts w:ascii="Arial" w:hAnsi="Arial" w:cs="Arial"/>
                                <w:position w:val="6"/>
                                <w:sz w:val="12"/>
                                <w:szCs w:val="12"/>
                              </w:rPr>
                              <w:t xml:space="preserve"> robót)</w:t>
                            </w:r>
                          </w:p>
                          <w:p w14:paraId="454534FB" w14:textId="77777777" w:rsidR="00D9735E" w:rsidRPr="00914B61" w:rsidRDefault="00D9735E" w:rsidP="00E7432E">
                            <w:pPr>
                              <w:suppressAutoHyphens/>
                              <w:jc w:val="center"/>
                              <w:rPr>
                                <w:sz w:val="12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C2F7F" id="_x0000_s1028" type="#_x0000_t202" style="position:absolute;left:0;text-align:left;margin-left:238.15pt;margin-top:17.25pt;width:99.5pt;height:13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" stroked="f">
                <v:fill opacity="0"/>
                <v:textbox>
                  <w:txbxContent>
                    <w:p w14:paraId="68B00F3B" w14:textId="18D600FB" w:rsidR="00D9735E" w:rsidRPr="005C2309" w:rsidRDefault="00D9735E" w:rsidP="00E7432E">
                      <w:pPr>
                        <w:suppressAutoHyphens/>
                        <w:jc w:val="center"/>
                        <w:rPr>
                          <w:rFonts w:ascii="Arial" w:hAnsi="Arial" w:cs="Arial"/>
                          <w:position w:val="6"/>
                          <w:sz w:val="12"/>
                          <w:szCs w:val="12"/>
                        </w:rPr>
                      </w:pPr>
                      <w:r w:rsidRPr="005C2309">
                        <w:rPr>
                          <w:rFonts w:ascii="Arial" w:hAnsi="Arial" w:cs="Arial"/>
                          <w:position w:val="6"/>
                          <w:sz w:val="12"/>
                          <w:szCs w:val="12"/>
                        </w:rPr>
                        <w:t>(nazwa i siedziba Wykonawcy</w:t>
                      </w:r>
                      <w:r w:rsidR="00E7432E">
                        <w:rPr>
                          <w:rFonts w:ascii="Arial" w:hAnsi="Arial" w:cs="Arial"/>
                          <w:position w:val="6"/>
                          <w:sz w:val="12"/>
                          <w:szCs w:val="12"/>
                        </w:rPr>
                        <w:t>)</w:t>
                      </w:r>
                      <w:r w:rsidRPr="005C2309">
                        <w:rPr>
                          <w:rFonts w:ascii="Arial" w:hAnsi="Arial" w:cs="Arial"/>
                          <w:position w:val="6"/>
                          <w:sz w:val="12"/>
                          <w:szCs w:val="12"/>
                        </w:rPr>
                        <w:t xml:space="preserve"> robót)</w:t>
                      </w:r>
                    </w:p>
                    <w:p w14:paraId="454534FB" w14:textId="77777777" w:rsidR="00D9735E" w:rsidRPr="00914B61" w:rsidRDefault="00D9735E" w:rsidP="00E7432E">
                      <w:pPr>
                        <w:suppressAutoHyphens/>
                        <w:jc w:val="center"/>
                        <w:rPr>
                          <w:sz w:val="12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C2309" w:rsidRPr="00D53DD0">
        <w:rPr>
          <w:rFonts w:ascii="Arial" w:hAnsi="Arial" w:cs="Arial"/>
          <w:b/>
        </w:rPr>
        <w:t xml:space="preserve">WYKONAWCA ROBÓT: </w:t>
      </w:r>
      <w:r w:rsidRPr="00A27523">
        <w:rPr>
          <w:rFonts w:ascii="Arial" w:hAnsi="Arial" w:cs="Arial"/>
          <w:b/>
        </w:rPr>
        <w:t>……………………………………………………………………………..</w:t>
      </w:r>
      <w:r w:rsidR="00D53DD0" w:rsidRPr="00A27523">
        <w:rPr>
          <w:rFonts w:ascii="Arial" w:hAnsi="Arial" w:cs="Arial"/>
          <w:b/>
        </w:rPr>
        <w:t>..........................</w:t>
      </w:r>
    </w:p>
    <w:p w14:paraId="49B430AD" w14:textId="31A4D74C" w:rsidR="00D9735E" w:rsidRPr="00A27523" w:rsidRDefault="00D9735E" w:rsidP="00F56D62">
      <w:pPr>
        <w:pStyle w:val="Akapitzlist"/>
        <w:keepNext/>
        <w:numPr>
          <w:ilvl w:val="0"/>
          <w:numId w:val="31"/>
        </w:numPr>
        <w:spacing w:before="240" w:line="260" w:lineRule="exact"/>
        <w:contextualSpacing w:val="0"/>
        <w:jc w:val="both"/>
        <w:rPr>
          <w:rFonts w:ascii="Arial" w:hAnsi="Arial" w:cs="Arial"/>
          <w:b/>
        </w:rPr>
      </w:pPr>
      <w:r w:rsidRPr="00A27523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0E3B78E" wp14:editId="5529FAF2">
                <wp:simplePos x="0" y="0"/>
                <wp:positionH relativeFrom="column">
                  <wp:posOffset>2833904</wp:posOffset>
                </wp:positionH>
                <wp:positionV relativeFrom="paragraph">
                  <wp:posOffset>227000</wp:posOffset>
                </wp:positionV>
                <wp:extent cx="1527175" cy="180975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7175" cy="1809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0E6644" w14:textId="55989A08" w:rsidR="00D9735E" w:rsidRPr="00F524E9" w:rsidRDefault="00D9735E" w:rsidP="00E7432E">
                            <w:pPr>
                              <w:suppressAutoHyphens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 w:rsidRPr="00F524E9">
                              <w:rPr>
                                <w:rFonts w:ascii="Arial" w:hAnsi="Arial" w:cs="Arial"/>
                                <w:position w:val="6"/>
                                <w:sz w:val="12"/>
                                <w:szCs w:val="12"/>
                              </w:rPr>
                              <w:t>(brak/nazwa i siedziba podwykonawcy)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E3B78E" id="_x0000_s1029" type="#_x0000_t202" style="position:absolute;left:0;text-align:left;margin-left:223.15pt;margin-top:17.85pt;width:120.25pt;height:14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" stroked="f">
                <v:fill opacity="0"/>
                <v:textbox>
                  <w:txbxContent>
                    <w:p w14:paraId="0B0E6644" w14:textId="55989A08" w:rsidR="00D9735E" w:rsidRPr="00F524E9" w:rsidRDefault="00D9735E" w:rsidP="00E7432E">
                      <w:pPr>
                        <w:suppressAutoHyphens/>
                        <w:jc w:val="center"/>
                        <w:rPr>
                          <w:rFonts w:ascii="Arial" w:hAnsi="Arial" w:cs="Arial"/>
                          <w:sz w:val="12"/>
                          <w:szCs w:val="16"/>
                        </w:rPr>
                      </w:pPr>
                      <w:r w:rsidRPr="00F524E9">
                        <w:rPr>
                          <w:rFonts w:ascii="Arial" w:hAnsi="Arial" w:cs="Arial"/>
                          <w:position w:val="6"/>
                          <w:sz w:val="12"/>
                          <w:szCs w:val="12"/>
                        </w:rPr>
                        <w:t>(brak/nazwa i siedziba podwykonawcy)</w:t>
                      </w:r>
                    </w:p>
                  </w:txbxContent>
                </v:textbox>
              </v:shape>
            </w:pict>
          </mc:Fallback>
        </mc:AlternateContent>
      </w:r>
      <w:r w:rsidR="005C2309" w:rsidRPr="00F524E9">
        <w:rPr>
          <w:rFonts w:ascii="Arial" w:hAnsi="Arial" w:cs="Arial"/>
          <w:b/>
        </w:rPr>
        <w:t>PODWYKONAWCA/Y ROBÓT</w:t>
      </w:r>
      <w:r w:rsidR="00D53DD0" w:rsidRPr="00F524E9">
        <w:rPr>
          <w:rFonts w:ascii="Arial" w:hAnsi="Arial" w:cs="Arial"/>
          <w:b/>
        </w:rPr>
        <w:t>*</w:t>
      </w:r>
      <w:r w:rsidR="005C2309" w:rsidRPr="00F524E9">
        <w:rPr>
          <w:rFonts w:ascii="Arial" w:hAnsi="Arial" w:cs="Arial"/>
          <w:b/>
        </w:rPr>
        <w:t xml:space="preserve"> –</w:t>
      </w:r>
      <w:r w:rsidR="005C2309" w:rsidRPr="00A27523">
        <w:rPr>
          <w:rFonts w:ascii="Arial" w:hAnsi="Arial" w:cs="Arial"/>
          <w:b/>
        </w:rPr>
        <w:t xml:space="preserve"> </w:t>
      </w:r>
      <w:r w:rsidRPr="00A27523">
        <w:rPr>
          <w:rFonts w:ascii="Arial" w:hAnsi="Arial" w:cs="Arial"/>
          <w:b/>
        </w:rPr>
        <w:t>.....................................................</w:t>
      </w:r>
      <w:r w:rsidR="00D53DD0" w:rsidRPr="00A27523">
        <w:rPr>
          <w:rFonts w:ascii="Arial" w:hAnsi="Arial" w:cs="Arial"/>
          <w:b/>
        </w:rPr>
        <w:t>................................................................</w:t>
      </w:r>
    </w:p>
    <w:p w14:paraId="323B049A" w14:textId="04C8160D" w:rsidR="00BA274B" w:rsidRDefault="00BA274B" w:rsidP="00F56D62">
      <w:pPr>
        <w:pStyle w:val="Akapitzlist"/>
        <w:keepNext/>
        <w:numPr>
          <w:ilvl w:val="0"/>
          <w:numId w:val="31"/>
        </w:numPr>
        <w:spacing w:before="240" w:line="260" w:lineRule="exact"/>
        <w:contextualSpacing w:val="0"/>
        <w:jc w:val="both"/>
        <w:rPr>
          <w:rFonts w:ascii="Arial" w:hAnsi="Arial" w:cs="Arial"/>
          <w:b/>
        </w:rPr>
      </w:pPr>
      <w:r w:rsidRPr="00F524E9">
        <w:rPr>
          <w:rFonts w:ascii="Arial" w:hAnsi="Arial" w:cs="Arial"/>
          <w:b/>
        </w:rPr>
        <w:t xml:space="preserve">KOMISJA </w:t>
      </w:r>
      <w:r w:rsidR="005C2309" w:rsidRPr="00F524E9">
        <w:rPr>
          <w:rFonts w:ascii="Arial" w:hAnsi="Arial" w:cs="Arial"/>
          <w:b/>
        </w:rPr>
        <w:t xml:space="preserve">ODBIORU </w:t>
      </w:r>
      <w:r w:rsidRPr="00F524E9">
        <w:rPr>
          <w:rFonts w:ascii="Arial" w:hAnsi="Arial" w:cs="Arial"/>
          <w:b/>
        </w:rPr>
        <w:t>W SKŁADZIE:</w:t>
      </w:r>
    </w:p>
    <w:p w14:paraId="54628A24" w14:textId="77777777" w:rsidR="000D7453" w:rsidRDefault="000D7453" w:rsidP="000D7453">
      <w:pPr>
        <w:pStyle w:val="Akapitzlist"/>
        <w:keepNext/>
        <w:spacing w:before="240" w:line="260" w:lineRule="exact"/>
        <w:ind w:left="357"/>
        <w:contextualSpacing w:val="0"/>
        <w:jc w:val="both"/>
        <w:rPr>
          <w:rFonts w:ascii="Arial" w:hAnsi="Arial" w:cs="Arial"/>
          <w:b/>
        </w:rPr>
      </w:pPr>
    </w:p>
    <w:p w14:paraId="2B5F8135" w14:textId="77777777" w:rsidR="000D7453" w:rsidRDefault="000D7453" w:rsidP="000D7453">
      <w:pPr>
        <w:pStyle w:val="Akapitzlist"/>
        <w:keepNext/>
        <w:spacing w:before="240" w:line="260" w:lineRule="exact"/>
        <w:ind w:left="357"/>
        <w:contextualSpacing w:val="0"/>
        <w:jc w:val="both"/>
        <w:rPr>
          <w:rFonts w:ascii="Arial" w:hAnsi="Arial" w:cs="Arial"/>
          <w:b/>
        </w:rPr>
      </w:pPr>
    </w:p>
    <w:p w14:paraId="548F22AB" w14:textId="45A8F269" w:rsidR="00954DFC" w:rsidRDefault="005C2309" w:rsidP="00EB2F4B">
      <w:pPr>
        <w:pStyle w:val="PGERZEdataznak"/>
        <w:numPr>
          <w:ilvl w:val="3"/>
          <w:numId w:val="17"/>
        </w:numPr>
        <w:tabs>
          <w:tab w:val="left" w:pos="284"/>
        </w:tabs>
        <w:ind w:left="567"/>
        <w:jc w:val="both"/>
        <w:rPr>
          <w:sz w:val="20"/>
        </w:rPr>
      </w:pPr>
      <w:r>
        <w:rPr>
          <w:sz w:val="20"/>
        </w:rPr>
        <w:t xml:space="preserve">Przewodniczący </w:t>
      </w:r>
      <w:r w:rsidR="00BF21E9">
        <w:rPr>
          <w:sz w:val="20"/>
        </w:rPr>
        <w:t>…………………………</w:t>
      </w:r>
      <w:r w:rsidR="00CF7206">
        <w:rPr>
          <w:sz w:val="20"/>
        </w:rPr>
        <w:t>............................</w:t>
      </w:r>
      <w:r w:rsidR="00E7432E">
        <w:rPr>
          <w:sz w:val="20"/>
        </w:rPr>
        <w:t>.................................</w:t>
      </w:r>
    </w:p>
    <w:p w14:paraId="28DAA205" w14:textId="010B570C" w:rsidR="00954DFC" w:rsidRDefault="005C2309" w:rsidP="00EB2F4B">
      <w:pPr>
        <w:pStyle w:val="PGERZEdataznak"/>
        <w:numPr>
          <w:ilvl w:val="3"/>
          <w:numId w:val="17"/>
        </w:numPr>
        <w:tabs>
          <w:tab w:val="left" w:pos="284"/>
        </w:tabs>
        <w:ind w:left="567"/>
        <w:jc w:val="both"/>
        <w:rPr>
          <w:sz w:val="20"/>
        </w:rPr>
      </w:pPr>
      <w:r>
        <w:rPr>
          <w:sz w:val="20"/>
        </w:rPr>
        <w:t xml:space="preserve">Członek komisji </w:t>
      </w:r>
      <w:r w:rsidR="00E7432E">
        <w:rPr>
          <w:sz w:val="20"/>
        </w:rPr>
        <w:t>………………………….............................................................</w:t>
      </w:r>
    </w:p>
    <w:p w14:paraId="3B4BDECD" w14:textId="7D6F8667" w:rsidR="005C2309" w:rsidRPr="005C2309" w:rsidRDefault="00CF7206" w:rsidP="00EB2F4B">
      <w:pPr>
        <w:pStyle w:val="PGERZEdataznak"/>
        <w:numPr>
          <w:ilvl w:val="3"/>
          <w:numId w:val="17"/>
        </w:numPr>
        <w:tabs>
          <w:tab w:val="left" w:pos="284"/>
        </w:tabs>
        <w:ind w:left="567"/>
        <w:jc w:val="both"/>
        <w:rPr>
          <w:sz w:val="20"/>
        </w:rPr>
      </w:pPr>
      <w:r>
        <w:rPr>
          <w:sz w:val="20"/>
        </w:rPr>
        <w:t xml:space="preserve">Członek komisji </w:t>
      </w:r>
      <w:r w:rsidR="00E7432E">
        <w:rPr>
          <w:sz w:val="20"/>
        </w:rPr>
        <w:t>………………………….............................................................</w:t>
      </w:r>
    </w:p>
    <w:p w14:paraId="3693576B" w14:textId="14DFB1B8" w:rsidR="005C2309" w:rsidRDefault="00CF7206" w:rsidP="00EB2F4B">
      <w:pPr>
        <w:pStyle w:val="PGERZEdataznak"/>
        <w:numPr>
          <w:ilvl w:val="3"/>
          <w:numId w:val="17"/>
        </w:numPr>
        <w:tabs>
          <w:tab w:val="left" w:pos="284"/>
        </w:tabs>
        <w:ind w:left="567"/>
        <w:jc w:val="both"/>
        <w:rPr>
          <w:sz w:val="20"/>
        </w:rPr>
      </w:pPr>
      <w:r>
        <w:rPr>
          <w:sz w:val="20"/>
        </w:rPr>
        <w:t xml:space="preserve">Członek komisji </w:t>
      </w:r>
      <w:r w:rsidR="00E7432E">
        <w:rPr>
          <w:sz w:val="20"/>
        </w:rPr>
        <w:t>………………………….............................................................</w:t>
      </w:r>
    </w:p>
    <w:p w14:paraId="3CCC2750" w14:textId="77777777" w:rsidR="000D7453" w:rsidRDefault="000D7453" w:rsidP="000D7453">
      <w:pPr>
        <w:pStyle w:val="PGERZEdataznak"/>
        <w:tabs>
          <w:tab w:val="left" w:pos="284"/>
        </w:tabs>
        <w:ind w:left="207"/>
        <w:jc w:val="both"/>
        <w:rPr>
          <w:sz w:val="20"/>
        </w:rPr>
      </w:pPr>
    </w:p>
    <w:p w14:paraId="330E7592" w14:textId="77777777" w:rsidR="000D7453" w:rsidRDefault="000D7453" w:rsidP="00EB2F4B">
      <w:pPr>
        <w:pStyle w:val="PGERZEdataznak"/>
        <w:tabs>
          <w:tab w:val="left" w:pos="284"/>
        </w:tabs>
        <w:ind w:left="567"/>
        <w:jc w:val="both"/>
        <w:rPr>
          <w:sz w:val="20"/>
        </w:rPr>
      </w:pPr>
    </w:p>
    <w:p w14:paraId="07168A84" w14:textId="7F0D0F3C" w:rsidR="00CF7206" w:rsidRPr="00CF7206" w:rsidRDefault="00CF7206" w:rsidP="00EB2F4B">
      <w:pPr>
        <w:pStyle w:val="PGERZEdataznak"/>
        <w:tabs>
          <w:tab w:val="left" w:pos="284"/>
        </w:tabs>
        <w:ind w:left="567"/>
        <w:jc w:val="both"/>
        <w:rPr>
          <w:sz w:val="20"/>
        </w:rPr>
      </w:pPr>
      <w:r w:rsidRPr="00CF7206">
        <w:rPr>
          <w:sz w:val="20"/>
        </w:rPr>
        <w:t>Przy udziale</w:t>
      </w:r>
    </w:p>
    <w:p w14:paraId="06CCA154" w14:textId="64C8A4C5" w:rsidR="00CF7206" w:rsidRPr="00CF7206" w:rsidRDefault="00CF7206" w:rsidP="00EB2F4B">
      <w:pPr>
        <w:pStyle w:val="PGERZEdataznak"/>
        <w:numPr>
          <w:ilvl w:val="3"/>
          <w:numId w:val="17"/>
        </w:numPr>
        <w:tabs>
          <w:tab w:val="left" w:pos="284"/>
        </w:tabs>
        <w:ind w:left="567"/>
        <w:jc w:val="both"/>
        <w:rPr>
          <w:sz w:val="20"/>
        </w:rPr>
      </w:pPr>
      <w:r w:rsidRPr="00CF7206">
        <w:rPr>
          <w:sz w:val="20"/>
        </w:rPr>
        <w:t xml:space="preserve">Inspektor nadzoru* </w:t>
      </w:r>
      <w:r w:rsidR="00E7432E">
        <w:rPr>
          <w:sz w:val="20"/>
        </w:rPr>
        <w:t>………………………….............................................................</w:t>
      </w:r>
    </w:p>
    <w:p w14:paraId="7355CFE8" w14:textId="7A7934A1" w:rsidR="00CF7206" w:rsidRPr="00CF7206" w:rsidRDefault="00CF7206" w:rsidP="00EB2F4B">
      <w:pPr>
        <w:pStyle w:val="PGERZEdataznak"/>
        <w:numPr>
          <w:ilvl w:val="3"/>
          <w:numId w:val="17"/>
        </w:numPr>
        <w:tabs>
          <w:tab w:val="left" w:pos="284"/>
        </w:tabs>
        <w:ind w:left="567"/>
        <w:jc w:val="both"/>
        <w:rPr>
          <w:sz w:val="20"/>
        </w:rPr>
      </w:pPr>
      <w:r w:rsidRPr="00CF7206">
        <w:rPr>
          <w:sz w:val="20"/>
        </w:rPr>
        <w:t xml:space="preserve">Kierownik budowy (przedst. wykonawcy robót) </w:t>
      </w:r>
      <w:r w:rsidR="00E7432E">
        <w:rPr>
          <w:sz w:val="20"/>
        </w:rPr>
        <w:t>………………………….............................................................</w:t>
      </w:r>
    </w:p>
    <w:p w14:paraId="3E15E08E" w14:textId="7735F541" w:rsidR="00CF7206" w:rsidRPr="00CF7206" w:rsidRDefault="00CF7206" w:rsidP="00EB2F4B">
      <w:pPr>
        <w:pStyle w:val="PGERZEdataznak"/>
        <w:numPr>
          <w:ilvl w:val="3"/>
          <w:numId w:val="17"/>
        </w:numPr>
        <w:tabs>
          <w:tab w:val="left" w:pos="284"/>
        </w:tabs>
        <w:ind w:left="567"/>
        <w:jc w:val="both"/>
        <w:rPr>
          <w:sz w:val="20"/>
        </w:rPr>
      </w:pPr>
      <w:r w:rsidRPr="00CF7206">
        <w:rPr>
          <w:sz w:val="20"/>
        </w:rPr>
        <w:t xml:space="preserve">Przedstawiciel podwykonawcy robót* </w:t>
      </w:r>
      <w:r w:rsidR="00E7432E">
        <w:rPr>
          <w:sz w:val="20"/>
        </w:rPr>
        <w:t>………………………….............................................................</w:t>
      </w:r>
    </w:p>
    <w:p w14:paraId="6854895D" w14:textId="360AFE3B" w:rsidR="00CF7206" w:rsidRPr="00CF7206" w:rsidRDefault="00CF7206" w:rsidP="00EB2F4B">
      <w:pPr>
        <w:pStyle w:val="PGERZEdataznak"/>
        <w:numPr>
          <w:ilvl w:val="3"/>
          <w:numId w:val="17"/>
        </w:numPr>
        <w:tabs>
          <w:tab w:val="left" w:pos="284"/>
        </w:tabs>
        <w:ind w:left="567"/>
        <w:jc w:val="both"/>
        <w:rPr>
          <w:sz w:val="20"/>
        </w:rPr>
      </w:pPr>
      <w:r w:rsidRPr="00CF7206">
        <w:rPr>
          <w:sz w:val="20"/>
        </w:rPr>
        <w:t>Inwestor*</w:t>
      </w:r>
      <w:r w:rsidR="00E7432E">
        <w:rPr>
          <w:sz w:val="20"/>
        </w:rPr>
        <w:t>………………………….............................................................</w:t>
      </w:r>
    </w:p>
    <w:p w14:paraId="37903BFC" w14:textId="783AD1A9" w:rsidR="00BF21E9" w:rsidRDefault="00CF7206" w:rsidP="00EB2F4B">
      <w:pPr>
        <w:pStyle w:val="PGERZEdataznak"/>
        <w:numPr>
          <w:ilvl w:val="3"/>
          <w:numId w:val="17"/>
        </w:numPr>
        <w:tabs>
          <w:tab w:val="left" w:pos="284"/>
        </w:tabs>
        <w:ind w:left="567"/>
        <w:jc w:val="both"/>
        <w:rPr>
          <w:sz w:val="20"/>
        </w:rPr>
      </w:pPr>
      <w:r w:rsidRPr="00CF7206">
        <w:rPr>
          <w:sz w:val="20"/>
        </w:rPr>
        <w:t xml:space="preserve">Podmiot przyłączany* </w:t>
      </w:r>
      <w:r w:rsidR="00E7432E">
        <w:rPr>
          <w:sz w:val="20"/>
        </w:rPr>
        <w:t>………………………….............................................................</w:t>
      </w:r>
    </w:p>
    <w:p w14:paraId="4DCDC530" w14:textId="77777777" w:rsidR="000D7453" w:rsidRDefault="000D7453" w:rsidP="000D7453">
      <w:pPr>
        <w:pStyle w:val="PGERZEdataznak"/>
        <w:tabs>
          <w:tab w:val="left" w:pos="284"/>
        </w:tabs>
        <w:ind w:left="567"/>
        <w:jc w:val="both"/>
        <w:rPr>
          <w:sz w:val="20"/>
        </w:rPr>
      </w:pPr>
    </w:p>
    <w:p w14:paraId="58ABABE2" w14:textId="77777777" w:rsidR="000D7453" w:rsidRDefault="000D7453" w:rsidP="000D7453">
      <w:pPr>
        <w:pStyle w:val="PGERZEdataznak"/>
        <w:tabs>
          <w:tab w:val="left" w:pos="284"/>
        </w:tabs>
        <w:ind w:left="567"/>
        <w:jc w:val="both"/>
        <w:rPr>
          <w:sz w:val="20"/>
        </w:rPr>
      </w:pPr>
    </w:p>
    <w:p w14:paraId="5F88FD1D" w14:textId="77777777" w:rsidR="000D7453" w:rsidRDefault="000D7453" w:rsidP="000D7453">
      <w:pPr>
        <w:pStyle w:val="PGERZEdataznak"/>
        <w:tabs>
          <w:tab w:val="left" w:pos="284"/>
        </w:tabs>
        <w:ind w:left="567"/>
        <w:jc w:val="both"/>
        <w:rPr>
          <w:sz w:val="20"/>
        </w:rPr>
      </w:pPr>
    </w:p>
    <w:p w14:paraId="664641BC" w14:textId="77777777" w:rsidR="000D7453" w:rsidRDefault="000D7453" w:rsidP="000D7453">
      <w:pPr>
        <w:pStyle w:val="PGERZEdataznak"/>
        <w:tabs>
          <w:tab w:val="left" w:pos="284"/>
        </w:tabs>
        <w:ind w:left="567"/>
        <w:jc w:val="both"/>
        <w:rPr>
          <w:sz w:val="20"/>
        </w:rPr>
      </w:pPr>
    </w:p>
    <w:p w14:paraId="08033874" w14:textId="7D372E18" w:rsidR="00954DFC" w:rsidRDefault="005C2309" w:rsidP="00F56D62">
      <w:pPr>
        <w:pStyle w:val="Akapitzlist"/>
        <w:suppressAutoHyphens/>
        <w:spacing w:line="30" w:lineRule="atLeast"/>
        <w:ind w:left="0"/>
        <w:contextualSpacing w:val="0"/>
        <w:jc w:val="both"/>
        <w:rPr>
          <w:rFonts w:ascii="Arial" w:hAnsi="Arial" w:cs="Arial"/>
        </w:rPr>
      </w:pPr>
      <w:r w:rsidRPr="005C2309">
        <w:rPr>
          <w:rFonts w:ascii="Arial" w:hAnsi="Arial" w:cs="Arial"/>
        </w:rPr>
        <w:t>Komisja po zapoznaniu się z dokumentacją</w:t>
      </w:r>
      <w:r w:rsidRPr="00287A10">
        <w:rPr>
          <w:rFonts w:ascii="Arial" w:hAnsi="Arial" w:cs="Arial"/>
        </w:rPr>
        <w:t>, zgłoszeniem do odbioru/sprawdzenia,</w:t>
      </w:r>
      <w:r w:rsidRPr="005C2309">
        <w:rPr>
          <w:rFonts w:ascii="Arial" w:hAnsi="Arial" w:cs="Arial"/>
        </w:rPr>
        <w:t xml:space="preserve"> wykonywanym zakresem prac stwierdza, </w:t>
      </w:r>
      <w:r w:rsidRPr="00F524E9">
        <w:rPr>
          <w:rFonts w:ascii="Arial" w:hAnsi="Arial" w:cs="Arial"/>
        </w:rPr>
        <w:t xml:space="preserve">że zakres prac wykonawcy/podwykonawcy* </w:t>
      </w:r>
      <w:r w:rsidRPr="005C2309">
        <w:rPr>
          <w:rFonts w:ascii="Arial" w:hAnsi="Arial" w:cs="Arial"/>
        </w:rPr>
        <w:t>został zrealizowany:</w:t>
      </w:r>
    </w:p>
    <w:p w14:paraId="113578EE" w14:textId="4D7A58C7" w:rsidR="005C2309" w:rsidRPr="008F52AD" w:rsidRDefault="00EB2F4B" w:rsidP="008F52AD">
      <w:pPr>
        <w:pStyle w:val="Akapitzlist"/>
        <w:numPr>
          <w:ilvl w:val="1"/>
          <w:numId w:val="31"/>
        </w:numPr>
        <w:spacing w:before="120" w:after="60" w:line="260" w:lineRule="exact"/>
        <w:ind w:left="567" w:hanging="567"/>
        <w:contextualSpacing w:val="0"/>
        <w:jc w:val="both"/>
        <w:rPr>
          <w:rFonts w:ascii="Arial" w:hAnsi="Arial" w:cs="Arial"/>
        </w:rPr>
      </w:pPr>
      <w:r w:rsidRPr="008F52A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0B83F9A" wp14:editId="2A1184E1">
                <wp:simplePos x="0" y="0"/>
                <wp:positionH relativeFrom="column">
                  <wp:posOffset>3433445</wp:posOffset>
                </wp:positionH>
                <wp:positionV relativeFrom="paragraph">
                  <wp:posOffset>151262</wp:posOffset>
                </wp:positionV>
                <wp:extent cx="547370" cy="182880"/>
                <wp:effectExtent l="0" t="0" r="0" b="0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" cy="1828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769946" w14:textId="77777777" w:rsidR="005C2309" w:rsidRPr="0048196B" w:rsidRDefault="005C2309" w:rsidP="005C2309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 w:rsidRPr="0048196B"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>(tak / 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83F9A" id="_x0000_s1030" type="#_x0000_t202" style="position:absolute;left:0;text-align:left;margin-left:270.35pt;margin-top:11.9pt;width:43.1pt;height:14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" stroked="f">
                <v:fill opacity="0"/>
                <v:textbox>
                  <w:txbxContent>
                    <w:p w14:paraId="3C769946" w14:textId="77777777" w:rsidR="005C2309" w:rsidRPr="0048196B" w:rsidRDefault="005C2309" w:rsidP="005C2309">
                      <w:pPr>
                        <w:jc w:val="center"/>
                        <w:rPr>
                          <w:rFonts w:ascii="Arial" w:hAnsi="Arial" w:cs="Arial"/>
                          <w:sz w:val="12"/>
                          <w:szCs w:val="16"/>
                        </w:rPr>
                      </w:pPr>
                      <w:r w:rsidRPr="0048196B">
                        <w:rPr>
                          <w:rFonts w:ascii="Arial" w:hAnsi="Arial" w:cs="Arial"/>
                          <w:sz w:val="12"/>
                          <w:szCs w:val="16"/>
                        </w:rPr>
                        <w:t>(tak / nie)</w:t>
                      </w:r>
                    </w:p>
                  </w:txbxContent>
                </v:textbox>
              </v:shape>
            </w:pict>
          </mc:Fallback>
        </mc:AlternateContent>
      </w:r>
      <w:r w:rsidR="005C2309" w:rsidRPr="008F52AD">
        <w:rPr>
          <w:rFonts w:ascii="Arial" w:hAnsi="Arial" w:cs="Arial"/>
        </w:rPr>
        <w:t xml:space="preserve">Zgodnie z dokumentacją </w:t>
      </w:r>
      <w:r w:rsidR="00F6678F" w:rsidRPr="008F52AD">
        <w:rPr>
          <w:rFonts w:ascii="Arial" w:hAnsi="Arial" w:cs="Arial"/>
        </w:rPr>
        <w:t xml:space="preserve">projektową i </w:t>
      </w:r>
      <w:r w:rsidR="005C2309" w:rsidRPr="008F52AD">
        <w:rPr>
          <w:rFonts w:ascii="Arial" w:hAnsi="Arial" w:cs="Arial"/>
        </w:rPr>
        <w:t>powykonawczą: ……………</w:t>
      </w:r>
    </w:p>
    <w:p w14:paraId="2D847B73" w14:textId="00015083" w:rsidR="005C2309" w:rsidRPr="008F52AD" w:rsidRDefault="005C2309" w:rsidP="008F52AD">
      <w:pPr>
        <w:pStyle w:val="Akapitzlist"/>
        <w:numPr>
          <w:ilvl w:val="1"/>
          <w:numId w:val="31"/>
        </w:numPr>
        <w:spacing w:before="120" w:after="60" w:line="260" w:lineRule="exact"/>
        <w:ind w:left="567" w:hanging="567"/>
        <w:contextualSpacing w:val="0"/>
        <w:jc w:val="both"/>
        <w:rPr>
          <w:rFonts w:ascii="Arial" w:hAnsi="Arial" w:cs="Arial"/>
        </w:rPr>
      </w:pPr>
      <w:r w:rsidRPr="008F52A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A8E9BC2" wp14:editId="0FAE5B52">
                <wp:simplePos x="0" y="0"/>
                <wp:positionH relativeFrom="column">
                  <wp:posOffset>1394510</wp:posOffset>
                </wp:positionH>
                <wp:positionV relativeFrom="paragraph">
                  <wp:posOffset>152400</wp:posOffset>
                </wp:positionV>
                <wp:extent cx="547370" cy="182880"/>
                <wp:effectExtent l="0" t="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" cy="1828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E2EFA4" w14:textId="77777777" w:rsidR="005C2309" w:rsidRPr="0048196B" w:rsidRDefault="005C2309" w:rsidP="005C2309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 w:rsidRPr="0048196B"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>(tak / 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E9BC2" id="Text Box 10" o:spid="_x0000_s1031" type="#_x0000_t202" style="position:absolute;left:0;text-align:left;margin-left:109.8pt;margin-top:12pt;width:43.1pt;height:14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" stroked="f">
                <v:fill opacity="0"/>
                <v:textbox>
                  <w:txbxContent>
                    <w:p w14:paraId="2CE2EFA4" w14:textId="77777777" w:rsidR="005C2309" w:rsidRPr="0048196B" w:rsidRDefault="005C2309" w:rsidP="005C2309">
                      <w:pPr>
                        <w:jc w:val="center"/>
                        <w:rPr>
                          <w:rFonts w:ascii="Arial" w:hAnsi="Arial" w:cs="Arial"/>
                          <w:sz w:val="12"/>
                          <w:szCs w:val="16"/>
                        </w:rPr>
                      </w:pPr>
                      <w:r w:rsidRPr="0048196B">
                        <w:rPr>
                          <w:rFonts w:ascii="Arial" w:hAnsi="Arial" w:cs="Arial"/>
                          <w:sz w:val="12"/>
                          <w:szCs w:val="16"/>
                        </w:rPr>
                        <w:t>(tak / nie)</w:t>
                      </w:r>
                    </w:p>
                  </w:txbxContent>
                </v:textbox>
              </v:shape>
            </w:pict>
          </mc:Fallback>
        </mc:AlternateContent>
      </w:r>
      <w:r w:rsidRPr="008F52AD">
        <w:rPr>
          <w:rFonts w:ascii="Arial" w:hAnsi="Arial" w:cs="Arial"/>
        </w:rPr>
        <w:t>Zgodnie z umową: ……………</w:t>
      </w:r>
    </w:p>
    <w:p w14:paraId="4C72F1EF" w14:textId="3A556B8A" w:rsidR="005C2309" w:rsidRDefault="005A5A54" w:rsidP="008F52AD">
      <w:pPr>
        <w:pStyle w:val="Akapitzlist"/>
        <w:numPr>
          <w:ilvl w:val="1"/>
          <w:numId w:val="31"/>
        </w:numPr>
        <w:spacing w:before="120" w:after="60" w:line="260" w:lineRule="exact"/>
        <w:ind w:left="567" w:hanging="567"/>
        <w:contextualSpacing w:val="0"/>
        <w:jc w:val="both"/>
        <w:rPr>
          <w:rFonts w:ascii="Arial" w:hAnsi="Arial" w:cs="Arial"/>
        </w:rPr>
      </w:pPr>
      <w:r w:rsidRPr="008F52AD">
        <w:rPr>
          <w:rFonts w:ascii="Arial" w:hAnsi="Arial" w:cs="Arial"/>
        </w:rPr>
        <w:t>Z następującymi wadami</w:t>
      </w:r>
      <w:r w:rsidR="005C2309" w:rsidRPr="008F52AD">
        <w:rPr>
          <w:rFonts w:ascii="Arial" w:hAnsi="Arial" w:cs="Arial"/>
        </w:rPr>
        <w:t>:</w:t>
      </w:r>
      <w:r w:rsidR="005E0F63" w:rsidRPr="008F52AD">
        <w:rPr>
          <w:rFonts w:ascii="Arial" w:hAnsi="Arial" w:cs="Arial"/>
        </w:rPr>
        <w:t xml:space="preserve"> </w:t>
      </w:r>
      <w:r w:rsidR="005C2309" w:rsidRPr="008F52AD">
        <w:rPr>
          <w:rFonts w:ascii="Arial" w:hAnsi="Arial" w:cs="Arial"/>
        </w:rPr>
        <w:t>………………………</w:t>
      </w:r>
      <w:r w:rsidR="00A27523" w:rsidRPr="008F52AD">
        <w:rPr>
          <w:rFonts w:ascii="Arial" w:hAnsi="Arial" w:cs="Arial"/>
        </w:rPr>
        <w:t>……………….</w:t>
      </w:r>
      <w:r w:rsidR="005C2309" w:rsidRPr="008F52AD">
        <w:rPr>
          <w:rFonts w:ascii="Arial" w:hAnsi="Arial" w:cs="Arial"/>
        </w:rPr>
        <w:t>………………………………………………………</w:t>
      </w:r>
    </w:p>
    <w:p w14:paraId="2542589D" w14:textId="77777777" w:rsidR="000D7453" w:rsidRDefault="000D7453" w:rsidP="000D7453">
      <w:pPr>
        <w:spacing w:before="120" w:after="60" w:line="260" w:lineRule="exact"/>
        <w:jc w:val="both"/>
        <w:rPr>
          <w:rFonts w:ascii="Arial" w:hAnsi="Arial" w:cs="Arial"/>
        </w:rPr>
      </w:pPr>
    </w:p>
    <w:p w14:paraId="62ADA305" w14:textId="77777777" w:rsidR="000D7453" w:rsidRDefault="000D7453" w:rsidP="000D7453">
      <w:pPr>
        <w:spacing w:before="120" w:after="60" w:line="260" w:lineRule="exact"/>
        <w:jc w:val="both"/>
        <w:rPr>
          <w:rFonts w:ascii="Arial" w:hAnsi="Arial" w:cs="Arial"/>
        </w:rPr>
      </w:pPr>
    </w:p>
    <w:p w14:paraId="418054C4" w14:textId="77777777" w:rsidR="000D7453" w:rsidRPr="000D7453" w:rsidRDefault="000D7453" w:rsidP="000D7453">
      <w:pPr>
        <w:spacing w:before="120" w:after="60" w:line="260" w:lineRule="exact"/>
        <w:jc w:val="both"/>
        <w:rPr>
          <w:rFonts w:ascii="Arial" w:hAnsi="Arial" w:cs="Arial"/>
        </w:rPr>
      </w:pPr>
    </w:p>
    <w:p w14:paraId="52137052" w14:textId="3A45528A" w:rsidR="004A3C5F" w:rsidRDefault="004A3C5F" w:rsidP="000D7453">
      <w:pPr>
        <w:ind w:left="425" w:hanging="425"/>
        <w:jc w:val="center"/>
        <w:rPr>
          <w:rFonts w:ascii="Arial" w:hAnsi="Arial" w:cs="Arial"/>
          <w:b/>
        </w:rPr>
      </w:pPr>
      <w:r w:rsidRPr="00287A10">
        <w:rPr>
          <w:rFonts w:ascii="Arial" w:hAnsi="Arial" w:cs="Arial"/>
          <w:b/>
        </w:rPr>
        <w:t>ZAŁĄ</w:t>
      </w:r>
      <w:r w:rsidR="008C3B1B" w:rsidRPr="00287A10">
        <w:rPr>
          <w:rFonts w:ascii="Arial" w:hAnsi="Arial" w:cs="Arial"/>
          <w:b/>
        </w:rPr>
        <w:t>CZONE DOKUMENTY</w:t>
      </w:r>
    </w:p>
    <w:p w14:paraId="0AEF1017" w14:textId="77777777" w:rsidR="000D7453" w:rsidRDefault="000D7453" w:rsidP="000D7453">
      <w:pPr>
        <w:ind w:left="425" w:hanging="425"/>
        <w:jc w:val="center"/>
        <w:rPr>
          <w:rFonts w:ascii="Arial" w:hAnsi="Arial" w:cs="Arial"/>
          <w:b/>
        </w:rPr>
      </w:pPr>
    </w:p>
    <w:p w14:paraId="7EF484E3" w14:textId="1C15D86A" w:rsidR="004C20CF" w:rsidRPr="008F52AD" w:rsidRDefault="004C20CF" w:rsidP="008F52AD">
      <w:pPr>
        <w:pStyle w:val="Akapitzlist"/>
        <w:numPr>
          <w:ilvl w:val="1"/>
          <w:numId w:val="31"/>
        </w:numPr>
        <w:spacing w:before="120" w:after="60" w:line="260" w:lineRule="exact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</w:t>
      </w:r>
      <w:r w:rsidR="000D7453">
        <w:rPr>
          <w:rFonts w:ascii="Arial" w:hAnsi="Arial" w:cs="Arial"/>
        </w:rPr>
        <w:t>...................................................</w:t>
      </w:r>
      <w:r>
        <w:rPr>
          <w:rFonts w:ascii="Arial" w:hAnsi="Arial" w:cs="Arial"/>
        </w:rPr>
        <w:t>...........................</w:t>
      </w:r>
    </w:p>
    <w:p w14:paraId="072F531C" w14:textId="0E0C8DF4" w:rsidR="004C20CF" w:rsidRPr="007B0F66" w:rsidRDefault="004C20CF" w:rsidP="008F52AD">
      <w:pPr>
        <w:pStyle w:val="Akapitzlist"/>
        <w:numPr>
          <w:ilvl w:val="1"/>
          <w:numId w:val="31"/>
        </w:numPr>
        <w:spacing w:before="120" w:after="60" w:line="260" w:lineRule="exact"/>
        <w:ind w:left="567" w:hanging="567"/>
        <w:contextualSpacing w:val="0"/>
        <w:jc w:val="both"/>
        <w:rPr>
          <w:rFonts w:ascii="Arial" w:hAnsi="Arial" w:cs="Arial"/>
        </w:rPr>
      </w:pPr>
      <w:r w:rsidRPr="007B0F66">
        <w:rPr>
          <w:rFonts w:ascii="Arial" w:hAnsi="Arial" w:cs="Arial"/>
        </w:rPr>
        <w:t xml:space="preserve"> …………………………………………………………….</w:t>
      </w:r>
    </w:p>
    <w:p w14:paraId="13106F4D" w14:textId="17FF9DF8" w:rsidR="00BF21E9" w:rsidRPr="00224D09" w:rsidRDefault="00BF21E9" w:rsidP="00F56D62">
      <w:pPr>
        <w:pStyle w:val="Akapitzlist"/>
        <w:keepNext/>
        <w:numPr>
          <w:ilvl w:val="0"/>
          <w:numId w:val="31"/>
        </w:numPr>
        <w:spacing w:before="240" w:line="260" w:lineRule="exact"/>
        <w:contextualSpacing w:val="0"/>
        <w:jc w:val="both"/>
        <w:rPr>
          <w:rFonts w:ascii="Arial" w:hAnsi="Arial" w:cs="Arial"/>
          <w:b/>
        </w:rPr>
      </w:pPr>
      <w:r w:rsidRPr="00224D09">
        <w:rPr>
          <w:rFonts w:ascii="Arial" w:hAnsi="Arial" w:cs="Arial"/>
          <w:b/>
        </w:rPr>
        <w:t xml:space="preserve">USUNIĘCIE </w:t>
      </w:r>
      <w:r w:rsidR="00224D09">
        <w:rPr>
          <w:rFonts w:ascii="Arial" w:hAnsi="Arial" w:cs="Arial"/>
          <w:b/>
        </w:rPr>
        <w:t>WAD</w:t>
      </w:r>
    </w:p>
    <w:p w14:paraId="2A6899D9" w14:textId="6EC54C44" w:rsidR="00BF21E9" w:rsidRDefault="00224D09" w:rsidP="008F52AD">
      <w:pPr>
        <w:pStyle w:val="Akapitzlist"/>
        <w:numPr>
          <w:ilvl w:val="1"/>
          <w:numId w:val="31"/>
        </w:numPr>
        <w:spacing w:before="120" w:after="60" w:line="260" w:lineRule="exact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Termin usunięcia wad</w:t>
      </w:r>
      <w:r w:rsidR="00BF21E9" w:rsidRPr="00BF21E9">
        <w:rPr>
          <w:rFonts w:ascii="Arial" w:hAnsi="Arial" w:cs="Arial"/>
        </w:rPr>
        <w:t xml:space="preserve"> ustala się do dnia ………………</w:t>
      </w:r>
    </w:p>
    <w:p w14:paraId="1F453189" w14:textId="1F7D98AC" w:rsidR="00BF21E9" w:rsidRPr="00BF21E9" w:rsidRDefault="00BF21E9" w:rsidP="008F52AD">
      <w:pPr>
        <w:pStyle w:val="Akapitzlist"/>
        <w:numPr>
          <w:ilvl w:val="1"/>
          <w:numId w:val="31"/>
        </w:numPr>
        <w:spacing w:before="120" w:after="60" w:line="260" w:lineRule="exact"/>
        <w:ind w:left="567" w:hanging="567"/>
        <w:contextualSpacing w:val="0"/>
        <w:jc w:val="both"/>
        <w:rPr>
          <w:rFonts w:ascii="Arial" w:hAnsi="Arial" w:cs="Arial"/>
        </w:rPr>
      </w:pPr>
      <w:r w:rsidRPr="008F52AD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15134AE" wp14:editId="6B7BA761">
                <wp:simplePos x="0" y="0"/>
                <wp:positionH relativeFrom="column">
                  <wp:posOffset>875178</wp:posOffset>
                </wp:positionH>
                <wp:positionV relativeFrom="paragraph">
                  <wp:posOffset>125829</wp:posOffset>
                </wp:positionV>
                <wp:extent cx="1082040" cy="182880"/>
                <wp:effectExtent l="0" t="0" r="0" b="0"/>
                <wp:wrapNone/>
                <wp:docPr id="2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040" cy="1828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944261" w14:textId="6CC3120F" w:rsidR="00BF21E9" w:rsidRPr="00BF21E9" w:rsidRDefault="00BF21E9" w:rsidP="00BF21E9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 w:rsidRPr="00BF21E9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(sprawdzenie / odbiór)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134AE" id="_x0000_s1034" type="#_x0000_t202" style="position:absolute;left:0;text-align:left;margin-left:68.9pt;margin-top:9.9pt;width:85.2pt;height:14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" stroked="f">
                <v:fill opacity="0"/>
                <v:textbox>
                  <w:txbxContent>
                    <w:p w14:paraId="42944261" w14:textId="6CC3120F" w:rsidR="00BF21E9" w:rsidRPr="00BF21E9" w:rsidRDefault="00BF21E9" w:rsidP="00BF21E9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BF21E9">
                        <w:rPr>
                          <w:rFonts w:ascii="Arial" w:hAnsi="Arial" w:cs="Arial"/>
                          <w:sz w:val="12"/>
                          <w:szCs w:val="12"/>
                        </w:rPr>
                        <w:t>(sprawdzenie / odbiór)</w:t>
                      </w:r>
                    </w:p>
                  </w:txbxContent>
                </v:textbox>
              </v:shape>
            </w:pict>
          </mc:Fallback>
        </mc:AlternateContent>
      </w:r>
      <w:r w:rsidRPr="00BF21E9">
        <w:rPr>
          <w:rFonts w:ascii="Arial" w:hAnsi="Arial" w:cs="Arial"/>
        </w:rPr>
        <w:t xml:space="preserve">Ponowne/y ……….......…….. nastąpi po otrzymaniu pisemnego zgłoszenia </w:t>
      </w:r>
      <w:r w:rsidR="008C3B1B">
        <w:rPr>
          <w:rFonts w:ascii="Arial" w:hAnsi="Arial" w:cs="Arial"/>
        </w:rPr>
        <w:t>od Wykonawcy prac o </w:t>
      </w:r>
      <w:r w:rsidR="0094399E">
        <w:rPr>
          <w:rFonts w:ascii="Arial" w:hAnsi="Arial" w:cs="Arial"/>
        </w:rPr>
        <w:t>usunięciu wad</w:t>
      </w:r>
      <w:r w:rsidRPr="00BF21E9">
        <w:rPr>
          <w:rFonts w:ascii="Arial" w:hAnsi="Arial" w:cs="Arial"/>
        </w:rPr>
        <w:t>.</w:t>
      </w:r>
    </w:p>
    <w:p w14:paraId="0C342D11" w14:textId="6AF1E3E1" w:rsidR="008C3B1B" w:rsidRPr="00224D09" w:rsidRDefault="008C3B1B" w:rsidP="00F56D62">
      <w:pPr>
        <w:pStyle w:val="Akapitzlist"/>
        <w:keepNext/>
        <w:numPr>
          <w:ilvl w:val="0"/>
          <w:numId w:val="31"/>
        </w:numPr>
        <w:spacing w:before="240" w:line="260" w:lineRule="exact"/>
        <w:contextualSpacing w:val="0"/>
        <w:jc w:val="both"/>
        <w:rPr>
          <w:rFonts w:ascii="Arial" w:hAnsi="Arial" w:cs="Arial"/>
          <w:b/>
        </w:rPr>
      </w:pPr>
      <w:r w:rsidRPr="00224D09">
        <w:rPr>
          <w:rFonts w:ascii="Arial" w:hAnsi="Arial" w:cs="Arial"/>
          <w:b/>
        </w:rPr>
        <w:t>OCENA WYKONAWCY</w:t>
      </w:r>
    </w:p>
    <w:p w14:paraId="62195358" w14:textId="7627DA15" w:rsidR="008C3B1B" w:rsidRPr="00224D09" w:rsidRDefault="008C3B1B" w:rsidP="008F52AD">
      <w:pPr>
        <w:pStyle w:val="Akapitzlist"/>
        <w:numPr>
          <w:ilvl w:val="1"/>
          <w:numId w:val="31"/>
        </w:numPr>
        <w:spacing w:before="120" w:after="60" w:line="260" w:lineRule="exact"/>
        <w:ind w:left="567" w:hanging="567"/>
        <w:contextualSpacing w:val="0"/>
        <w:jc w:val="both"/>
        <w:rPr>
          <w:rFonts w:ascii="Arial" w:hAnsi="Arial" w:cs="Arial"/>
        </w:rPr>
      </w:pPr>
      <w:r w:rsidRPr="00224D0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E9F9672" wp14:editId="63F75C80">
                <wp:simplePos x="0" y="0"/>
                <wp:positionH relativeFrom="column">
                  <wp:posOffset>2608097</wp:posOffset>
                </wp:positionH>
                <wp:positionV relativeFrom="paragraph">
                  <wp:posOffset>161062</wp:posOffset>
                </wp:positionV>
                <wp:extent cx="547370" cy="182880"/>
                <wp:effectExtent l="0" t="0" r="0" b="0"/>
                <wp:wrapNone/>
                <wp:docPr id="3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370" cy="1828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12F14B" w14:textId="77777777" w:rsidR="008C3B1B" w:rsidRPr="0048196B" w:rsidRDefault="008C3B1B" w:rsidP="008C3B1B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</w:pPr>
                            <w:r w:rsidRPr="0048196B">
                              <w:rPr>
                                <w:rFonts w:ascii="Arial" w:hAnsi="Arial" w:cs="Arial"/>
                                <w:sz w:val="12"/>
                                <w:szCs w:val="16"/>
                              </w:rPr>
                              <w:t>(tak / 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9F9672" id="Text Box 9" o:spid="_x0000_s1035" type="#_x0000_t202" style="position:absolute;left:0;text-align:left;margin-left:205.35pt;margin-top:12.7pt;width:43.1pt;height:14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" stroked="f">
                <v:fill opacity="0"/>
                <v:textbox>
                  <w:txbxContent>
                    <w:p w14:paraId="6112F14B" w14:textId="77777777" w:rsidR="008C3B1B" w:rsidRPr="0048196B" w:rsidRDefault="008C3B1B" w:rsidP="008C3B1B">
                      <w:pPr>
                        <w:jc w:val="center"/>
                        <w:rPr>
                          <w:rFonts w:ascii="Arial" w:hAnsi="Arial" w:cs="Arial"/>
                          <w:sz w:val="12"/>
                          <w:szCs w:val="16"/>
                        </w:rPr>
                      </w:pPr>
                      <w:r w:rsidRPr="0048196B">
                        <w:rPr>
                          <w:rFonts w:ascii="Arial" w:hAnsi="Arial" w:cs="Arial"/>
                          <w:sz w:val="12"/>
                          <w:szCs w:val="16"/>
                        </w:rPr>
                        <w:t>(tak / nie)</w:t>
                      </w:r>
                    </w:p>
                  </w:txbxContent>
                </v:textbox>
              </v:shape>
            </w:pict>
          </mc:Fallback>
        </mc:AlternateContent>
      </w:r>
      <w:r w:rsidRPr="00224D09">
        <w:rPr>
          <w:rFonts w:ascii="Arial" w:hAnsi="Arial" w:cs="Arial"/>
        </w:rPr>
        <w:t>Zadanie wykonane w terminie umownym: ..........</w:t>
      </w:r>
    </w:p>
    <w:p w14:paraId="574083F3" w14:textId="51841946" w:rsidR="008C3B1B" w:rsidRPr="00224D09" w:rsidRDefault="008C3B1B" w:rsidP="008F52AD">
      <w:pPr>
        <w:pStyle w:val="Akapitzlist"/>
        <w:numPr>
          <w:ilvl w:val="1"/>
          <w:numId w:val="31"/>
        </w:numPr>
        <w:spacing w:before="120" w:after="60" w:line="260" w:lineRule="exact"/>
        <w:ind w:left="567" w:hanging="567"/>
        <w:contextualSpacing w:val="0"/>
        <w:jc w:val="both"/>
        <w:rPr>
          <w:rFonts w:ascii="Arial" w:hAnsi="Arial" w:cs="Arial"/>
        </w:rPr>
      </w:pPr>
      <w:r w:rsidRPr="00224D09">
        <w:rPr>
          <w:rFonts w:ascii="Arial" w:hAnsi="Arial" w:cs="Arial"/>
        </w:rPr>
        <w:t>Zadanie wykonano po terminie …… dni</w:t>
      </w:r>
    </w:p>
    <w:p w14:paraId="7285608B" w14:textId="7EB9755D" w:rsidR="008C3B1B" w:rsidRPr="000B676D" w:rsidRDefault="008C3B1B" w:rsidP="00F56D62">
      <w:pPr>
        <w:pStyle w:val="Akapitzlist"/>
        <w:keepNext/>
        <w:numPr>
          <w:ilvl w:val="0"/>
          <w:numId w:val="31"/>
        </w:numPr>
        <w:spacing w:before="240" w:line="260" w:lineRule="exact"/>
        <w:contextualSpacing w:val="0"/>
        <w:jc w:val="both"/>
        <w:rPr>
          <w:rFonts w:ascii="Arial" w:hAnsi="Arial" w:cs="Arial"/>
          <w:b/>
        </w:rPr>
      </w:pPr>
      <w:r w:rsidRPr="000B676D">
        <w:rPr>
          <w:rFonts w:ascii="Arial" w:hAnsi="Arial" w:cs="Arial"/>
          <w:b/>
        </w:rPr>
        <w:t xml:space="preserve">OKRES GWARANCJI NA WYKONANE ROBOTY USTALA SIĘ DO DNIA: </w:t>
      </w:r>
      <w:r w:rsidRPr="00A27523">
        <w:rPr>
          <w:rFonts w:ascii="Arial" w:hAnsi="Arial" w:cs="Arial"/>
          <w:b/>
        </w:rPr>
        <w:t>……………..</w:t>
      </w:r>
      <w:r w:rsidR="000B676D" w:rsidRPr="00A27523">
        <w:rPr>
          <w:rFonts w:ascii="Arial" w:hAnsi="Arial" w:cs="Arial"/>
          <w:b/>
        </w:rPr>
        <w:t>......</w:t>
      </w:r>
    </w:p>
    <w:p w14:paraId="778E35B3" w14:textId="316F3AE7" w:rsidR="008C3B1B" w:rsidRPr="00564B3E" w:rsidRDefault="00D51C5E" w:rsidP="00564B3E">
      <w:pPr>
        <w:tabs>
          <w:tab w:val="left" w:pos="709"/>
        </w:tabs>
        <w:spacing w:line="276" w:lineRule="auto"/>
        <w:jc w:val="both"/>
        <w:rPr>
          <w:rFonts w:ascii="Arial" w:hAnsi="Arial" w:cs="Arial"/>
        </w:rPr>
      </w:pPr>
      <w:r w:rsidRPr="00564B3E">
        <w:rPr>
          <w:rFonts w:ascii="Arial" w:hAnsi="Arial" w:cs="Arial"/>
        </w:rPr>
        <w:t>Protokół sporządzono w ……….. jednobrzmiących egzemplarzach, po jednym egzemplarzu dla każdej ze stron.</w:t>
      </w:r>
    </w:p>
    <w:p w14:paraId="4645C101" w14:textId="25487A88" w:rsidR="00126A4D" w:rsidRPr="00564B3E" w:rsidRDefault="00564B3E" w:rsidP="00F56D62">
      <w:pPr>
        <w:pStyle w:val="Akapitzlist"/>
        <w:keepNext/>
        <w:numPr>
          <w:ilvl w:val="0"/>
          <w:numId w:val="31"/>
        </w:numPr>
        <w:spacing w:before="240" w:line="260" w:lineRule="exact"/>
        <w:contextualSpacing w:val="0"/>
        <w:jc w:val="both"/>
        <w:rPr>
          <w:rFonts w:ascii="Arial" w:hAnsi="Arial" w:cs="Arial"/>
          <w:b/>
        </w:rPr>
      </w:pPr>
      <w:r w:rsidRPr="00564B3E">
        <w:rPr>
          <w:rFonts w:ascii="Arial" w:hAnsi="Arial" w:cs="Arial"/>
          <w:b/>
        </w:rPr>
        <w:t xml:space="preserve"> </w:t>
      </w:r>
      <w:r w:rsidR="00EB3F6B" w:rsidRPr="00564B3E">
        <w:rPr>
          <w:rFonts w:ascii="Arial" w:hAnsi="Arial" w:cs="Arial"/>
          <w:b/>
        </w:rPr>
        <w:t>PODPISY</w:t>
      </w:r>
      <w:r w:rsidR="00D51C5E" w:rsidRPr="00564B3E">
        <w:rPr>
          <w:rFonts w:ascii="Arial" w:hAnsi="Arial" w:cs="Arial"/>
          <w:b/>
        </w:rPr>
        <w:t xml:space="preserve"> CZŁONKÓW KOMISJI</w:t>
      </w:r>
    </w:p>
    <w:p w14:paraId="0B388D51" w14:textId="4C34F0D4" w:rsidR="00B3671F" w:rsidRPr="007B0F66" w:rsidRDefault="00B3671F" w:rsidP="00F56D62">
      <w:pPr>
        <w:pStyle w:val="Akapitzlist"/>
        <w:keepNext/>
        <w:numPr>
          <w:ilvl w:val="0"/>
          <w:numId w:val="31"/>
        </w:numPr>
        <w:spacing w:before="240" w:line="260" w:lineRule="exact"/>
        <w:contextualSpacing w:val="0"/>
        <w:jc w:val="both"/>
        <w:rPr>
          <w:rFonts w:ascii="Arial" w:hAnsi="Arial" w:cs="Arial"/>
          <w:b/>
        </w:rPr>
        <w:sectPr w:rsidR="00B3671F" w:rsidRPr="007B0F66" w:rsidSect="00905E5C">
          <w:headerReference w:type="default" r:id="rId11"/>
          <w:footerReference w:type="even" r:id="rId12"/>
          <w:footerReference w:type="default" r:id="rId13"/>
          <w:type w:val="continuous"/>
          <w:pgSz w:w="11906" w:h="16838"/>
          <w:pgMar w:top="1528" w:right="851" w:bottom="851" w:left="851" w:header="567" w:footer="420" w:gutter="0"/>
          <w:cols w:space="708"/>
        </w:sectPr>
      </w:pPr>
    </w:p>
    <w:p w14:paraId="55FE484B" w14:textId="5F81D087" w:rsidR="00D51C5E" w:rsidRDefault="00D51C5E" w:rsidP="005E0F63">
      <w:pPr>
        <w:pStyle w:val="PGERZEdataznak"/>
        <w:numPr>
          <w:ilvl w:val="0"/>
          <w:numId w:val="26"/>
        </w:numPr>
        <w:spacing w:before="120" w:line="240" w:lineRule="auto"/>
        <w:ind w:left="567" w:hanging="357"/>
        <w:jc w:val="both"/>
        <w:rPr>
          <w:sz w:val="20"/>
        </w:rPr>
      </w:pPr>
      <w:r>
        <w:rPr>
          <w:sz w:val="20"/>
        </w:rPr>
        <w:t xml:space="preserve"> ………………………………</w:t>
      </w:r>
      <w:r w:rsidR="00A27523">
        <w:rPr>
          <w:sz w:val="20"/>
        </w:rPr>
        <w:t>………………</w:t>
      </w:r>
    </w:p>
    <w:p w14:paraId="17283BB7" w14:textId="6EB431C5" w:rsidR="00D51C5E" w:rsidRDefault="00A27523" w:rsidP="005E0F63">
      <w:pPr>
        <w:pStyle w:val="PGERZEdataznak"/>
        <w:numPr>
          <w:ilvl w:val="0"/>
          <w:numId w:val="26"/>
        </w:numPr>
        <w:spacing w:before="120" w:line="240" w:lineRule="auto"/>
        <w:ind w:left="567" w:hanging="357"/>
        <w:jc w:val="both"/>
        <w:rPr>
          <w:sz w:val="20"/>
        </w:rPr>
      </w:pPr>
      <w:r>
        <w:rPr>
          <w:sz w:val="20"/>
        </w:rPr>
        <w:t>………………………………………………</w:t>
      </w:r>
    </w:p>
    <w:p w14:paraId="7D87A67B" w14:textId="75F0DD2F" w:rsidR="00D51C5E" w:rsidRPr="005C2309" w:rsidRDefault="00A27523" w:rsidP="005E0F63">
      <w:pPr>
        <w:pStyle w:val="PGERZEdataznak"/>
        <w:numPr>
          <w:ilvl w:val="0"/>
          <w:numId w:val="26"/>
        </w:numPr>
        <w:spacing w:before="120" w:line="240" w:lineRule="auto"/>
        <w:ind w:left="567" w:hanging="357"/>
        <w:jc w:val="both"/>
        <w:rPr>
          <w:sz w:val="20"/>
        </w:rPr>
      </w:pPr>
      <w:r>
        <w:rPr>
          <w:sz w:val="20"/>
        </w:rPr>
        <w:t>………………………………………………</w:t>
      </w:r>
    </w:p>
    <w:p w14:paraId="580AB611" w14:textId="4709730B" w:rsidR="00D51C5E" w:rsidRPr="005C2309" w:rsidRDefault="00A27523" w:rsidP="005E0F63">
      <w:pPr>
        <w:pStyle w:val="PGERZEdataznak"/>
        <w:numPr>
          <w:ilvl w:val="0"/>
          <w:numId w:val="26"/>
        </w:numPr>
        <w:spacing w:before="120" w:line="240" w:lineRule="auto"/>
        <w:ind w:left="567" w:hanging="357"/>
        <w:jc w:val="both"/>
        <w:rPr>
          <w:sz w:val="20"/>
        </w:rPr>
      </w:pPr>
      <w:r>
        <w:rPr>
          <w:sz w:val="20"/>
        </w:rPr>
        <w:t>………………………………………………</w:t>
      </w:r>
    </w:p>
    <w:p w14:paraId="3421FE42" w14:textId="770A690E" w:rsidR="004E65B1" w:rsidRDefault="004E65B1" w:rsidP="00D51C5E">
      <w:pPr>
        <w:pStyle w:val="PGERZEdataznak"/>
        <w:tabs>
          <w:tab w:val="left" w:pos="284"/>
        </w:tabs>
        <w:ind w:left="709"/>
        <w:jc w:val="both"/>
        <w:rPr>
          <w:sz w:val="20"/>
        </w:rPr>
      </w:pPr>
    </w:p>
    <w:p w14:paraId="656D2B8E" w14:textId="5EC8EDE2" w:rsidR="004E65B1" w:rsidRDefault="004E65B1" w:rsidP="00D51C5E">
      <w:pPr>
        <w:pStyle w:val="PGERZEdataznak"/>
        <w:tabs>
          <w:tab w:val="left" w:pos="284"/>
        </w:tabs>
        <w:ind w:left="709"/>
        <w:jc w:val="both"/>
        <w:rPr>
          <w:sz w:val="20"/>
        </w:rPr>
      </w:pPr>
    </w:p>
    <w:p w14:paraId="673FBC17" w14:textId="77777777" w:rsidR="004E65B1" w:rsidRDefault="004E65B1" w:rsidP="00D51C5E">
      <w:pPr>
        <w:pStyle w:val="PGERZEdataznak"/>
        <w:tabs>
          <w:tab w:val="left" w:pos="284"/>
        </w:tabs>
        <w:ind w:left="709"/>
        <w:jc w:val="both"/>
        <w:rPr>
          <w:sz w:val="20"/>
        </w:rPr>
      </w:pPr>
    </w:p>
    <w:p w14:paraId="4DCB4A71" w14:textId="52565F7F" w:rsidR="00D51C5E" w:rsidRDefault="00D51C5E" w:rsidP="00D51C5E">
      <w:pPr>
        <w:pStyle w:val="PGERZEdataznak"/>
        <w:tabs>
          <w:tab w:val="left" w:pos="284"/>
        </w:tabs>
        <w:ind w:left="142"/>
        <w:jc w:val="both"/>
        <w:rPr>
          <w:sz w:val="20"/>
        </w:rPr>
      </w:pPr>
      <w:r>
        <w:rPr>
          <w:sz w:val="20"/>
        </w:rPr>
        <w:t xml:space="preserve">Przy </w:t>
      </w:r>
      <w:r w:rsidRPr="005C2309">
        <w:rPr>
          <w:sz w:val="20"/>
        </w:rPr>
        <w:t>udziale</w:t>
      </w:r>
      <w:r w:rsidR="00A27523">
        <w:rPr>
          <w:sz w:val="20"/>
        </w:rPr>
        <w:t>:</w:t>
      </w:r>
    </w:p>
    <w:p w14:paraId="0AF3BEAD" w14:textId="0F7CB5A3" w:rsidR="00D51C5E" w:rsidRPr="00564B3E" w:rsidRDefault="00D51C5E" w:rsidP="005E0F63">
      <w:pPr>
        <w:pStyle w:val="PGERZEdataznak"/>
        <w:numPr>
          <w:ilvl w:val="0"/>
          <w:numId w:val="26"/>
        </w:numPr>
        <w:tabs>
          <w:tab w:val="left" w:pos="284"/>
        </w:tabs>
        <w:spacing w:before="120" w:line="240" w:lineRule="auto"/>
        <w:ind w:left="850" w:hanging="357"/>
        <w:jc w:val="both"/>
        <w:rPr>
          <w:sz w:val="20"/>
        </w:rPr>
      </w:pPr>
      <w:r w:rsidRPr="00564B3E">
        <w:rPr>
          <w:sz w:val="20"/>
        </w:rPr>
        <w:t>………………………………</w:t>
      </w:r>
      <w:r w:rsidR="00A27523">
        <w:rPr>
          <w:sz w:val="20"/>
        </w:rPr>
        <w:t>….</w:t>
      </w:r>
    </w:p>
    <w:p w14:paraId="43E69C5C" w14:textId="67E31BDA" w:rsidR="00D51C5E" w:rsidRPr="00564B3E" w:rsidRDefault="00D51C5E" w:rsidP="005E0F63">
      <w:pPr>
        <w:pStyle w:val="PGERZEdataznak"/>
        <w:numPr>
          <w:ilvl w:val="0"/>
          <w:numId w:val="26"/>
        </w:numPr>
        <w:tabs>
          <w:tab w:val="left" w:pos="284"/>
        </w:tabs>
        <w:spacing w:before="120" w:line="240" w:lineRule="auto"/>
        <w:ind w:left="850" w:hanging="357"/>
        <w:jc w:val="both"/>
        <w:rPr>
          <w:sz w:val="20"/>
        </w:rPr>
      </w:pPr>
      <w:r w:rsidRPr="00564B3E">
        <w:rPr>
          <w:sz w:val="20"/>
        </w:rPr>
        <w:t>………………………………</w:t>
      </w:r>
      <w:r w:rsidR="00A27523">
        <w:rPr>
          <w:sz w:val="20"/>
        </w:rPr>
        <w:t>….</w:t>
      </w:r>
    </w:p>
    <w:p w14:paraId="01094107" w14:textId="35E9A1F0" w:rsidR="00D51C5E" w:rsidRPr="00564B3E" w:rsidRDefault="00D51C5E" w:rsidP="005E0F63">
      <w:pPr>
        <w:pStyle w:val="PGERZEdataznak"/>
        <w:numPr>
          <w:ilvl w:val="0"/>
          <w:numId w:val="26"/>
        </w:numPr>
        <w:tabs>
          <w:tab w:val="left" w:pos="284"/>
        </w:tabs>
        <w:spacing w:before="120" w:line="240" w:lineRule="auto"/>
        <w:ind w:left="850" w:hanging="357"/>
        <w:jc w:val="both"/>
        <w:rPr>
          <w:sz w:val="20"/>
        </w:rPr>
      </w:pPr>
      <w:r w:rsidRPr="00564B3E">
        <w:rPr>
          <w:sz w:val="20"/>
        </w:rPr>
        <w:t>.........................................</w:t>
      </w:r>
      <w:r w:rsidR="00A27523">
        <w:rPr>
          <w:sz w:val="20"/>
        </w:rPr>
        <w:t>......</w:t>
      </w:r>
    </w:p>
    <w:p w14:paraId="5B106795" w14:textId="414ED3AA" w:rsidR="00D51C5E" w:rsidRPr="00564B3E" w:rsidRDefault="00D51C5E" w:rsidP="005E0F63">
      <w:pPr>
        <w:pStyle w:val="PGERZEdataznak"/>
        <w:numPr>
          <w:ilvl w:val="0"/>
          <w:numId w:val="26"/>
        </w:numPr>
        <w:tabs>
          <w:tab w:val="left" w:pos="284"/>
        </w:tabs>
        <w:spacing w:before="120" w:line="240" w:lineRule="auto"/>
        <w:ind w:left="850" w:hanging="357"/>
        <w:jc w:val="both"/>
        <w:rPr>
          <w:sz w:val="20"/>
        </w:rPr>
      </w:pPr>
      <w:r w:rsidRPr="00564B3E">
        <w:rPr>
          <w:sz w:val="20"/>
        </w:rPr>
        <w:t>………………………………</w:t>
      </w:r>
      <w:r w:rsidR="00A27523">
        <w:rPr>
          <w:sz w:val="20"/>
        </w:rPr>
        <w:t>…</w:t>
      </w:r>
    </w:p>
    <w:p w14:paraId="4B3C94A9" w14:textId="3602ACC4" w:rsidR="00D51C5E" w:rsidRPr="00564B3E" w:rsidRDefault="00D51C5E" w:rsidP="005E0F63">
      <w:pPr>
        <w:pStyle w:val="PGERZEdataznak"/>
        <w:numPr>
          <w:ilvl w:val="0"/>
          <w:numId w:val="26"/>
        </w:numPr>
        <w:tabs>
          <w:tab w:val="left" w:pos="284"/>
        </w:tabs>
        <w:spacing w:before="120" w:line="240" w:lineRule="auto"/>
        <w:ind w:left="850" w:hanging="357"/>
        <w:jc w:val="both"/>
        <w:rPr>
          <w:sz w:val="20"/>
        </w:rPr>
        <w:sectPr w:rsidR="00D51C5E" w:rsidRPr="00564B3E" w:rsidSect="00D51C5E">
          <w:type w:val="continuous"/>
          <w:pgSz w:w="11906" w:h="16838"/>
          <w:pgMar w:top="1528" w:right="851" w:bottom="851" w:left="851" w:header="567" w:footer="420" w:gutter="0"/>
          <w:cols w:num="2" w:space="708"/>
        </w:sectPr>
      </w:pPr>
      <w:r w:rsidRPr="00564B3E">
        <w:rPr>
          <w:sz w:val="20"/>
        </w:rPr>
        <w:t>………………………………</w:t>
      </w:r>
      <w:r w:rsidR="00A27523">
        <w:rPr>
          <w:sz w:val="20"/>
        </w:rPr>
        <w:t>…..</w:t>
      </w:r>
    </w:p>
    <w:p w14:paraId="1602051C" w14:textId="0F70E209" w:rsidR="00D51C5E" w:rsidRPr="00564B3E" w:rsidRDefault="00564B3E" w:rsidP="00F56D62">
      <w:pPr>
        <w:pStyle w:val="Akapitzlist"/>
        <w:keepNext/>
        <w:numPr>
          <w:ilvl w:val="0"/>
          <w:numId w:val="31"/>
        </w:numPr>
        <w:spacing w:before="240" w:line="260" w:lineRule="exact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ZATWIERDZAM</w:t>
      </w:r>
    </w:p>
    <w:p w14:paraId="44D86E42" w14:textId="59756376" w:rsidR="00D51C5E" w:rsidRDefault="00D51C5E" w:rsidP="005E0F63">
      <w:pPr>
        <w:suppressAutoHyphens/>
        <w:spacing w:before="120" w:after="120"/>
        <w:rPr>
          <w:rFonts w:ascii="Arial" w:hAnsi="Arial" w:cs="Arial"/>
        </w:rPr>
      </w:pPr>
      <w:r w:rsidRPr="00D51C5E">
        <w:rPr>
          <w:rFonts w:ascii="Arial" w:hAnsi="Arial" w:cs="Arial"/>
        </w:rPr>
        <w:t>dnia …………………………….</w:t>
      </w:r>
      <w:r w:rsidRPr="00D51C5E">
        <w:rPr>
          <w:rFonts w:ascii="Arial" w:hAnsi="Arial" w:cs="Arial"/>
        </w:rPr>
        <w:tab/>
      </w:r>
      <w:r w:rsidR="00E827FD">
        <w:rPr>
          <w:rFonts w:ascii="Arial" w:hAnsi="Arial" w:cs="Arial"/>
        </w:rPr>
        <w:t xml:space="preserve">          </w:t>
      </w:r>
      <w:r w:rsidRPr="00D51C5E">
        <w:rPr>
          <w:rFonts w:ascii="Arial" w:hAnsi="Arial" w:cs="Arial"/>
        </w:rPr>
        <w:t>…………………………………………………………..</w:t>
      </w:r>
    </w:p>
    <w:p w14:paraId="22944821" w14:textId="77777777" w:rsidR="000D7453" w:rsidRDefault="000D7453" w:rsidP="005E0F63">
      <w:pPr>
        <w:suppressAutoHyphens/>
        <w:spacing w:before="120" w:after="120"/>
        <w:rPr>
          <w:rFonts w:ascii="Arial" w:hAnsi="Arial" w:cs="Arial"/>
        </w:rPr>
      </w:pPr>
    </w:p>
    <w:p w14:paraId="6782F56D" w14:textId="77777777" w:rsidR="000D7453" w:rsidRDefault="000D7453" w:rsidP="005E0F63">
      <w:pPr>
        <w:suppressAutoHyphens/>
        <w:spacing w:before="120" w:after="120"/>
        <w:rPr>
          <w:rFonts w:ascii="Arial" w:hAnsi="Arial" w:cs="Arial"/>
        </w:rPr>
      </w:pPr>
    </w:p>
    <w:p w14:paraId="72E977F0" w14:textId="77777777" w:rsidR="000D7453" w:rsidRPr="00D51C5E" w:rsidRDefault="000D7453" w:rsidP="005E0F63">
      <w:pPr>
        <w:suppressAutoHyphens/>
        <w:spacing w:before="120" w:after="120"/>
        <w:rPr>
          <w:rFonts w:ascii="Arial" w:hAnsi="Arial" w:cs="Arial"/>
        </w:rPr>
      </w:pPr>
    </w:p>
    <w:p w14:paraId="68D62307" w14:textId="20F883C8" w:rsidR="00D51C5E" w:rsidRDefault="00564B3E" w:rsidP="000D7453">
      <w:pPr>
        <w:pStyle w:val="PGERZEdataznak"/>
        <w:spacing w:before="600"/>
        <w:ind w:left="284" w:hanging="284"/>
        <w:rPr>
          <w:sz w:val="20"/>
        </w:rPr>
      </w:pPr>
      <w:r w:rsidRPr="008C3B1B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77C12C5" wp14:editId="30E3E7CE">
                <wp:simplePos x="0" y="0"/>
                <wp:positionH relativeFrom="column">
                  <wp:posOffset>4323715</wp:posOffset>
                </wp:positionH>
                <wp:positionV relativeFrom="paragraph">
                  <wp:posOffset>400586</wp:posOffset>
                </wp:positionV>
                <wp:extent cx="1960474" cy="182880"/>
                <wp:effectExtent l="0" t="0" r="0" b="0"/>
                <wp:wrapNone/>
                <wp:docPr id="3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0474" cy="1828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2C4AE9" w14:textId="51AA4189" w:rsidR="00D51C5E" w:rsidRPr="00E827FD" w:rsidRDefault="00564B3E" w:rsidP="00D51C5E">
                            <w:pPr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c</w:t>
                            </w:r>
                            <w:r w:rsidR="00CD1DA7"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  <w:t>zytelny podpis członka Komisji odbioru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7C12C5" id="_x0000_s1037" type="#_x0000_t202" style="position:absolute;left:0;text-align:left;margin-left:340.45pt;margin-top:31.55pt;width:154.35pt;height:14.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" stroked="f">
                <v:fill opacity="0"/>
                <v:textbox>
                  <w:txbxContent>
                    <w:p w14:paraId="062C4AE9" w14:textId="51AA4189" w:rsidR="00D51C5E" w:rsidRPr="00E827FD" w:rsidRDefault="00564B3E" w:rsidP="00D51C5E">
                      <w:pPr>
                        <w:jc w:val="center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hAnsi="Arial" w:cs="Arial"/>
                          <w:sz w:val="12"/>
                          <w:szCs w:val="12"/>
                        </w:rPr>
                        <w:t>c</w:t>
                      </w:r>
                      <w:r w:rsidR="00CD1DA7">
                        <w:rPr>
                          <w:rFonts w:ascii="Arial" w:hAnsi="Arial" w:cs="Arial"/>
                          <w:sz w:val="12"/>
                          <w:szCs w:val="12"/>
                        </w:rPr>
                        <w:t>zytelny podpis członka Komisji odbioru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</w:rPr>
        <w:t>..................................................................</w:t>
      </w:r>
    </w:p>
    <w:p w14:paraId="7E9D7949" w14:textId="57BBE6BE" w:rsidR="00126A4D" w:rsidRPr="0048196B" w:rsidRDefault="00126A4D" w:rsidP="00EB3F6B">
      <w:pPr>
        <w:pStyle w:val="PGERZEdataznak"/>
        <w:ind w:left="284" w:hanging="284"/>
        <w:jc w:val="both"/>
        <w:rPr>
          <w:sz w:val="16"/>
          <w:szCs w:val="16"/>
          <w:vertAlign w:val="superscript"/>
        </w:rPr>
      </w:pPr>
      <w:r w:rsidRPr="0048196B">
        <w:rPr>
          <w:sz w:val="16"/>
          <w:szCs w:val="16"/>
        </w:rPr>
        <w:t xml:space="preserve">* </w:t>
      </w:r>
      <w:r w:rsidRPr="0048196B">
        <w:rPr>
          <w:sz w:val="16"/>
          <w:szCs w:val="16"/>
          <w:vertAlign w:val="superscript"/>
        </w:rPr>
        <w:t xml:space="preserve"> </w:t>
      </w:r>
      <w:r w:rsidR="00E827FD" w:rsidRPr="0048196B">
        <w:rPr>
          <w:sz w:val="16"/>
          <w:szCs w:val="16"/>
        </w:rPr>
        <w:t>niepotrzebne usunąć/skreślić (skreślenia parafuje Przewodniczący Komisji)</w:t>
      </w:r>
    </w:p>
    <w:sectPr w:rsidR="00126A4D" w:rsidRPr="0048196B" w:rsidSect="00905E5C">
      <w:type w:val="continuous"/>
      <w:pgSz w:w="11906" w:h="16838"/>
      <w:pgMar w:top="1528" w:right="851" w:bottom="851" w:left="851" w:header="567" w:footer="4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C6EBAF" w14:textId="77777777" w:rsidR="00A33041" w:rsidRDefault="00A33041">
      <w:r>
        <w:separator/>
      </w:r>
    </w:p>
  </w:endnote>
  <w:endnote w:type="continuationSeparator" w:id="0">
    <w:p w14:paraId="61B1B67E" w14:textId="77777777" w:rsidR="00A33041" w:rsidRDefault="00A33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A4308" w14:textId="4044B23A" w:rsidR="004D64B0" w:rsidRDefault="004D64B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72F8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5AA4309" w14:textId="77777777" w:rsidR="004D64B0" w:rsidRDefault="004D64B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80836164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12443351"/>
          <w:docPartObj>
            <w:docPartGallery w:val="Page Numbers (Top of Page)"/>
            <w:docPartUnique/>
          </w:docPartObj>
        </w:sdtPr>
        <w:sdtEndPr/>
        <w:sdtContent>
          <w:p w14:paraId="15AA430A" w14:textId="47F09DBD" w:rsidR="00F44C66" w:rsidRPr="00F44C66" w:rsidRDefault="00F44C66" w:rsidP="00396373">
            <w:pPr>
              <w:pStyle w:val="Stopka"/>
              <w:jc w:val="right"/>
              <w:rPr>
                <w:rFonts w:ascii="Arial" w:hAnsi="Arial" w:cs="Arial"/>
              </w:rPr>
            </w:pPr>
            <w:r w:rsidRPr="00396373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396373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396373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396373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B87C64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396373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396373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396373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396373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396373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="00B87C64"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396373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5AA430B" w14:textId="77777777" w:rsidR="00F44C66" w:rsidRDefault="00F44C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E4341" w14:textId="77777777" w:rsidR="00A33041" w:rsidRDefault="00A33041">
      <w:r>
        <w:separator/>
      </w:r>
    </w:p>
  </w:footnote>
  <w:footnote w:type="continuationSeparator" w:id="0">
    <w:p w14:paraId="53266799" w14:textId="77777777" w:rsidR="00A33041" w:rsidRDefault="00A330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A4305" w14:textId="597E55D5" w:rsidR="00905E5C" w:rsidRPr="0032019D" w:rsidRDefault="00F23696" w:rsidP="00665677">
    <w:pPr>
      <w:shd w:val="clear" w:color="auto" w:fill="FFFFFF"/>
      <w:suppressAutoHyphens/>
      <w:spacing w:before="100" w:beforeAutospacing="1" w:line="293" w:lineRule="exact"/>
      <w:ind w:left="556" w:hanging="556"/>
      <w:jc w:val="right"/>
      <w:rPr>
        <w:rFonts w:ascii="Arial" w:hAnsi="Arial" w:cs="Arial"/>
        <w:sz w:val="16"/>
        <w:szCs w:val="16"/>
      </w:rPr>
    </w:pPr>
    <w:r w:rsidRPr="0025198F">
      <w:rPr>
        <w:rFonts w:ascii="Arial" w:hAnsi="Arial"/>
        <w:noProof/>
        <w:sz w:val="16"/>
        <w:szCs w:val="16"/>
      </w:rPr>
      <w:drawing>
        <wp:anchor distT="0" distB="0" distL="114300" distR="114300" simplePos="0" relativeHeight="251659264" behindDoc="0" locked="1" layoutInCell="1" allowOverlap="1" wp14:anchorId="1CD780AE" wp14:editId="404A7F9C">
          <wp:simplePos x="0" y="0"/>
          <wp:positionH relativeFrom="column">
            <wp:posOffset>2540</wp:posOffset>
          </wp:positionH>
          <wp:positionV relativeFrom="paragraph">
            <wp:posOffset>14605</wp:posOffset>
          </wp:positionV>
          <wp:extent cx="723265" cy="485775"/>
          <wp:effectExtent l="0" t="0" r="635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2326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019D" w:rsidRPr="00605752">
      <w:rPr>
        <w:rFonts w:ascii="Arial" w:hAnsi="Arial" w:cs="Arial"/>
        <w:sz w:val="16"/>
        <w:szCs w:val="16"/>
      </w:rPr>
      <w:t xml:space="preserve"> </w:t>
    </w:r>
  </w:p>
  <w:p w14:paraId="15AA4307" w14:textId="57B09CDD" w:rsidR="00E57B8C" w:rsidRPr="00F44C66" w:rsidRDefault="00E57B8C" w:rsidP="00CD3356">
    <w:pPr>
      <w:pStyle w:val="Stopka"/>
      <w:ind w:right="360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115F"/>
    <w:multiLevelType w:val="singleLevel"/>
    <w:tmpl w:val="A01609E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3CF5903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 w15:restartNumberingAfterBreak="0">
    <w:nsid w:val="068A7E3C"/>
    <w:multiLevelType w:val="hybridMultilevel"/>
    <w:tmpl w:val="0C242322"/>
    <w:lvl w:ilvl="0" w:tplc="A49EF356">
      <w:start w:val="1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597EF8"/>
    <w:multiLevelType w:val="hybridMultilevel"/>
    <w:tmpl w:val="E87C7396"/>
    <w:lvl w:ilvl="0" w:tplc="81D07DB4">
      <w:start w:val="1"/>
      <w:numFmt w:val="decimal"/>
      <w:lvlText w:val="13.2.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" w15:restartNumberingAfterBreak="0">
    <w:nsid w:val="182C05EA"/>
    <w:multiLevelType w:val="hybridMultilevel"/>
    <w:tmpl w:val="45565824"/>
    <w:lvl w:ilvl="0" w:tplc="A73E9C8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64414"/>
    <w:multiLevelType w:val="hybridMultilevel"/>
    <w:tmpl w:val="ECC49BBE"/>
    <w:lvl w:ilvl="0" w:tplc="63344036">
      <w:start w:val="65535"/>
      <w:numFmt w:val="bullet"/>
      <w:lvlText w:val="-"/>
      <w:legacy w:legacy="1" w:legacySpace="0" w:legacyIndent="355"/>
      <w:lvlJc w:val="left"/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6DD2009"/>
    <w:multiLevelType w:val="hybridMultilevel"/>
    <w:tmpl w:val="6FD00E4C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886705"/>
    <w:multiLevelType w:val="hybridMultilevel"/>
    <w:tmpl w:val="CC2A040A"/>
    <w:lvl w:ilvl="0" w:tplc="BE321F48">
      <w:start w:val="1"/>
      <w:numFmt w:val="decimal"/>
      <w:lvlText w:val="16.%1"/>
      <w:lvlJc w:val="left"/>
      <w:pPr>
        <w:ind w:left="1212" w:hanging="360"/>
      </w:pPr>
      <w:rPr>
        <w:rFonts w:ascii="Arial" w:eastAsia="Times New Roman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887E9F"/>
    <w:multiLevelType w:val="multilevel"/>
    <w:tmpl w:val="C696F19C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ascii="Arial" w:hAnsi="Arial" w:cs="Arial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18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</w:lvl>
    <w:lvl w:ilvl="7">
      <w:start w:val="1"/>
      <w:numFmt w:val="none"/>
      <w:lvlText w:val=""/>
      <w:lvlJc w:val="left"/>
      <w:pPr>
        <w:ind w:left="357" w:hanging="357"/>
      </w:pPr>
    </w:lvl>
    <w:lvl w:ilvl="8">
      <w:start w:val="1"/>
      <w:numFmt w:val="none"/>
      <w:lvlText w:val=""/>
      <w:lvlJc w:val="left"/>
      <w:pPr>
        <w:ind w:left="357" w:hanging="357"/>
      </w:pPr>
    </w:lvl>
  </w:abstractNum>
  <w:abstractNum w:abstractNumId="9" w15:restartNumberingAfterBreak="0">
    <w:nsid w:val="36BD39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3DC45358"/>
    <w:multiLevelType w:val="hybridMultilevel"/>
    <w:tmpl w:val="4DB44142"/>
    <w:lvl w:ilvl="0" w:tplc="83641A0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3F7D5D5E"/>
    <w:multiLevelType w:val="hybridMultilevel"/>
    <w:tmpl w:val="E01E6AC0"/>
    <w:lvl w:ilvl="0" w:tplc="ED30CDF6">
      <w:start w:val="1"/>
      <w:numFmt w:val="decimal"/>
      <w:lvlText w:val="10.%1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90613E"/>
    <w:multiLevelType w:val="hybridMultilevel"/>
    <w:tmpl w:val="CBC4BCBC"/>
    <w:lvl w:ilvl="0" w:tplc="75A6E74C">
      <w:start w:val="1"/>
      <w:numFmt w:val="decimal"/>
      <w:lvlText w:val="11.%1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F1648C"/>
    <w:multiLevelType w:val="multilevel"/>
    <w:tmpl w:val="909664F2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auto"/>
        <w:sz w:val="20"/>
      </w:rPr>
    </w:lvl>
    <w:lvl w:ilvl="1">
      <w:start w:val="1"/>
      <w:numFmt w:val="decimal"/>
      <w:lvlText w:val="8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20"/>
        <w:szCs w:val="20"/>
      </w:rPr>
    </w:lvl>
    <w:lvl w:ilvl="2">
      <w:start w:val="1"/>
      <w:numFmt w:val="decimal"/>
      <w:lvlText w:val="2.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1077" w:hanging="720"/>
      </w:pPr>
      <w:rPr>
        <w:rFonts w:ascii="Arial" w:hAnsi="Arial" w:cs="Arial" w:hint="default"/>
        <w:i w:val="0"/>
        <w:color w:val="auto"/>
      </w:rPr>
    </w:lvl>
    <w:lvl w:ilvl="4">
      <w:start w:val="1"/>
      <w:numFmt w:val="decimal"/>
      <w:lvlText w:val="2.1.%5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decimal"/>
      <w:lvlText w:val="5.%6"/>
      <w:lvlJc w:val="left"/>
      <w:pPr>
        <w:ind w:left="1701" w:hanging="227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4" w15:restartNumberingAfterBreak="0">
    <w:nsid w:val="43803B28"/>
    <w:multiLevelType w:val="multilevel"/>
    <w:tmpl w:val="45B6CC40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auto"/>
        <w:sz w:val="20"/>
      </w:rPr>
    </w:lvl>
    <w:lvl w:ilvl="1">
      <w:start w:val="1"/>
      <w:numFmt w:val="decima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lowerLetter"/>
      <w:lvlText w:val="%4)"/>
      <w:lvlJc w:val="left"/>
      <w:pPr>
        <w:ind w:left="1077" w:hanging="720"/>
      </w:pPr>
      <w:rPr>
        <w:rFonts w:hint="default"/>
        <w:i w:val="0"/>
        <w:color w:val="auto"/>
      </w:rPr>
    </w:lvl>
    <w:lvl w:ilvl="4">
      <w:start w:val="1"/>
      <w:numFmt w:val="decimal"/>
      <w:lvlText w:val="2.1.%5"/>
      <w:lvlJc w:val="left"/>
      <w:pPr>
        <w:ind w:left="1417" w:hanging="226"/>
      </w:pPr>
      <w:rPr>
        <w:rFonts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5" w15:restartNumberingAfterBreak="0">
    <w:nsid w:val="4469460B"/>
    <w:multiLevelType w:val="hybridMultilevel"/>
    <w:tmpl w:val="99CA4264"/>
    <w:lvl w:ilvl="0" w:tplc="2892B364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353570"/>
    <w:multiLevelType w:val="hybridMultilevel"/>
    <w:tmpl w:val="7ED2B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712B2"/>
    <w:multiLevelType w:val="hybridMultilevel"/>
    <w:tmpl w:val="DF2C5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A35E88"/>
    <w:multiLevelType w:val="hybridMultilevel"/>
    <w:tmpl w:val="953E0C10"/>
    <w:lvl w:ilvl="0" w:tplc="CD305900">
      <w:start w:val="1"/>
      <w:numFmt w:val="decimal"/>
      <w:lvlText w:val="13.%1"/>
      <w:lvlJc w:val="left"/>
      <w:pPr>
        <w:ind w:left="1077" w:hanging="360"/>
      </w:pPr>
      <w:rPr>
        <w:rFonts w:ascii="Arial" w:eastAsia="Times New Roman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4D5106"/>
    <w:multiLevelType w:val="hybridMultilevel"/>
    <w:tmpl w:val="9B56D662"/>
    <w:lvl w:ilvl="0" w:tplc="91E6C1C8">
      <w:start w:val="1"/>
      <w:numFmt w:val="decimal"/>
      <w:lvlText w:val="9.%1"/>
      <w:lvlJc w:val="left"/>
      <w:pPr>
        <w:ind w:left="786" w:hanging="360"/>
      </w:pPr>
      <w:rPr>
        <w:rFonts w:ascii="Arial" w:eastAsia="Times New Roman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8201A83"/>
    <w:multiLevelType w:val="hybridMultilevel"/>
    <w:tmpl w:val="75EEA16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1495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586B3D45"/>
    <w:multiLevelType w:val="hybridMultilevel"/>
    <w:tmpl w:val="5498C5F8"/>
    <w:lvl w:ilvl="0" w:tplc="2CE488F8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AD0F17"/>
    <w:multiLevelType w:val="multilevel"/>
    <w:tmpl w:val="21D8C75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4AD1561"/>
    <w:multiLevelType w:val="hybridMultilevel"/>
    <w:tmpl w:val="A0F213E2"/>
    <w:lvl w:ilvl="0" w:tplc="1B8071BC">
      <w:start w:val="1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3C27BB"/>
    <w:multiLevelType w:val="hybridMultilevel"/>
    <w:tmpl w:val="C7FEF04E"/>
    <w:lvl w:ilvl="0" w:tplc="6F1C0228">
      <w:start w:val="1"/>
      <w:numFmt w:val="decimal"/>
      <w:lvlText w:val="%1."/>
      <w:lvlJc w:val="left"/>
      <w:pPr>
        <w:ind w:left="644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51660"/>
    <w:multiLevelType w:val="hybridMultilevel"/>
    <w:tmpl w:val="C7FEF04E"/>
    <w:lvl w:ilvl="0" w:tplc="6F1C0228">
      <w:start w:val="1"/>
      <w:numFmt w:val="decimal"/>
      <w:lvlText w:val="%1."/>
      <w:lvlJc w:val="left"/>
      <w:pPr>
        <w:ind w:left="644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EF76CA"/>
    <w:multiLevelType w:val="hybridMultilevel"/>
    <w:tmpl w:val="0E0A08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606DA7"/>
    <w:multiLevelType w:val="hybridMultilevel"/>
    <w:tmpl w:val="4210D968"/>
    <w:lvl w:ilvl="0" w:tplc="25F0F44A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5C6EEA"/>
    <w:multiLevelType w:val="hybridMultilevel"/>
    <w:tmpl w:val="44C6B0FE"/>
    <w:lvl w:ilvl="0" w:tplc="9494845C">
      <w:start w:val="1"/>
      <w:numFmt w:val="decimal"/>
      <w:lvlText w:val="12.%1"/>
      <w:lvlJc w:val="left"/>
      <w:pPr>
        <w:ind w:left="1212" w:hanging="360"/>
      </w:pPr>
      <w:rPr>
        <w:rFonts w:ascii="Arial" w:eastAsia="Times New Roman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5563B55"/>
    <w:multiLevelType w:val="hybridMultilevel"/>
    <w:tmpl w:val="E0FE0BA8"/>
    <w:lvl w:ilvl="0" w:tplc="D97E4100">
      <w:start w:val="1"/>
      <w:numFmt w:val="decimal"/>
      <w:lvlText w:val="7.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B9335A"/>
    <w:multiLevelType w:val="hybridMultilevel"/>
    <w:tmpl w:val="FB9A097A"/>
    <w:lvl w:ilvl="0" w:tplc="F28EDAD0">
      <w:start w:val="1"/>
      <w:numFmt w:val="decimal"/>
      <w:lvlText w:val="18.%1"/>
      <w:lvlJc w:val="left"/>
      <w:pPr>
        <w:ind w:left="1077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292099093">
    <w:abstractNumId w:val="9"/>
  </w:num>
  <w:num w:numId="2" w16cid:durableId="950207662">
    <w:abstractNumId w:val="1"/>
  </w:num>
  <w:num w:numId="3" w16cid:durableId="1411270293">
    <w:abstractNumId w:val="0"/>
  </w:num>
  <w:num w:numId="4" w16cid:durableId="160389560">
    <w:abstractNumId w:val="15"/>
  </w:num>
  <w:num w:numId="5" w16cid:durableId="988942245">
    <w:abstractNumId w:val="8"/>
  </w:num>
  <w:num w:numId="6" w16cid:durableId="557283773">
    <w:abstractNumId w:val="2"/>
  </w:num>
  <w:num w:numId="7" w16cid:durableId="1870873289">
    <w:abstractNumId w:val="5"/>
  </w:num>
  <w:num w:numId="8" w16cid:durableId="509755439">
    <w:abstractNumId w:val="26"/>
  </w:num>
  <w:num w:numId="9" w16cid:durableId="2109689039">
    <w:abstractNumId w:val="11"/>
  </w:num>
  <w:num w:numId="10" w16cid:durableId="462116494">
    <w:abstractNumId w:val="17"/>
  </w:num>
  <w:num w:numId="11" w16cid:durableId="568925710">
    <w:abstractNumId w:val="24"/>
  </w:num>
  <w:num w:numId="12" w16cid:durableId="1240940743">
    <w:abstractNumId w:val="13"/>
  </w:num>
  <w:num w:numId="13" w16cid:durableId="476528755">
    <w:abstractNumId w:val="27"/>
  </w:num>
  <w:num w:numId="14" w16cid:durableId="226964800">
    <w:abstractNumId w:val="4"/>
  </w:num>
  <w:num w:numId="15" w16cid:durableId="249582058">
    <w:abstractNumId w:val="25"/>
  </w:num>
  <w:num w:numId="16" w16cid:durableId="2134976435">
    <w:abstractNumId w:val="23"/>
  </w:num>
  <w:num w:numId="17" w16cid:durableId="789858999">
    <w:abstractNumId w:val="20"/>
  </w:num>
  <w:num w:numId="18" w16cid:durableId="732965863">
    <w:abstractNumId w:val="21"/>
  </w:num>
  <w:num w:numId="19" w16cid:durableId="73288339">
    <w:abstractNumId w:val="16"/>
  </w:num>
  <w:num w:numId="20" w16cid:durableId="181935847">
    <w:abstractNumId w:val="10"/>
  </w:num>
  <w:num w:numId="21" w16cid:durableId="1040978750">
    <w:abstractNumId w:val="19"/>
  </w:num>
  <w:num w:numId="22" w16cid:durableId="1908761707">
    <w:abstractNumId w:val="12"/>
  </w:num>
  <w:num w:numId="23" w16cid:durableId="1138231223">
    <w:abstractNumId w:val="28"/>
  </w:num>
  <w:num w:numId="24" w16cid:durableId="340395068">
    <w:abstractNumId w:val="3"/>
  </w:num>
  <w:num w:numId="25" w16cid:durableId="1850362602">
    <w:abstractNumId w:val="18"/>
  </w:num>
  <w:num w:numId="26" w16cid:durableId="1729455492">
    <w:abstractNumId w:val="6"/>
  </w:num>
  <w:num w:numId="27" w16cid:durableId="325285582">
    <w:abstractNumId w:val="30"/>
  </w:num>
  <w:num w:numId="28" w16cid:durableId="1025713684">
    <w:abstractNumId w:val="29"/>
  </w:num>
  <w:num w:numId="29" w16cid:durableId="651104247">
    <w:abstractNumId w:val="7"/>
  </w:num>
  <w:num w:numId="30" w16cid:durableId="887298445">
    <w:abstractNumId w:val="22"/>
  </w:num>
  <w:num w:numId="31" w16cid:durableId="5448010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 fill="f" fillcolor="white" stroke="f">
      <v:fill color="white" on="f"/>
      <v:stroke on="f"/>
      <o:colormru v:ext="edit" colors="#ef7f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C64"/>
    <w:rsid w:val="00024142"/>
    <w:rsid w:val="00047456"/>
    <w:rsid w:val="00066ADD"/>
    <w:rsid w:val="00092EE9"/>
    <w:rsid w:val="0009316A"/>
    <w:rsid w:val="000935BB"/>
    <w:rsid w:val="000A2238"/>
    <w:rsid w:val="000A2D86"/>
    <w:rsid w:val="000A414B"/>
    <w:rsid w:val="000B15D9"/>
    <w:rsid w:val="000B3808"/>
    <w:rsid w:val="000B676D"/>
    <w:rsid w:val="000D7453"/>
    <w:rsid w:val="000F526F"/>
    <w:rsid w:val="000F7B70"/>
    <w:rsid w:val="00101327"/>
    <w:rsid w:val="001209B6"/>
    <w:rsid w:val="00126A4D"/>
    <w:rsid w:val="001921D7"/>
    <w:rsid w:val="0019377E"/>
    <w:rsid w:val="001A1F0C"/>
    <w:rsid w:val="001E0946"/>
    <w:rsid w:val="001E4DD6"/>
    <w:rsid w:val="00224D09"/>
    <w:rsid w:val="00246020"/>
    <w:rsid w:val="00246B2D"/>
    <w:rsid w:val="0024791A"/>
    <w:rsid w:val="00272F89"/>
    <w:rsid w:val="002848C7"/>
    <w:rsid w:val="00287A10"/>
    <w:rsid w:val="00290D63"/>
    <w:rsid w:val="002B65BA"/>
    <w:rsid w:val="002C0C63"/>
    <w:rsid w:val="002C2BDA"/>
    <w:rsid w:val="002C2FB6"/>
    <w:rsid w:val="002D402C"/>
    <w:rsid w:val="002E3721"/>
    <w:rsid w:val="002F50C3"/>
    <w:rsid w:val="002F55B2"/>
    <w:rsid w:val="002F6F4D"/>
    <w:rsid w:val="0032019D"/>
    <w:rsid w:val="0032596C"/>
    <w:rsid w:val="00330D0E"/>
    <w:rsid w:val="003357DB"/>
    <w:rsid w:val="00351CA8"/>
    <w:rsid w:val="00366C4F"/>
    <w:rsid w:val="003743EA"/>
    <w:rsid w:val="00385192"/>
    <w:rsid w:val="00396373"/>
    <w:rsid w:val="003A6D7C"/>
    <w:rsid w:val="003C623D"/>
    <w:rsid w:val="003D7B8F"/>
    <w:rsid w:val="00416D88"/>
    <w:rsid w:val="00426351"/>
    <w:rsid w:val="00430420"/>
    <w:rsid w:val="0048196B"/>
    <w:rsid w:val="0049431D"/>
    <w:rsid w:val="004A3C5F"/>
    <w:rsid w:val="004B1B4F"/>
    <w:rsid w:val="004C20CF"/>
    <w:rsid w:val="004D64B0"/>
    <w:rsid w:val="004E65B1"/>
    <w:rsid w:val="004F11C7"/>
    <w:rsid w:val="00507020"/>
    <w:rsid w:val="005101B7"/>
    <w:rsid w:val="00510F82"/>
    <w:rsid w:val="005135B9"/>
    <w:rsid w:val="005336D8"/>
    <w:rsid w:val="00545FB5"/>
    <w:rsid w:val="00552453"/>
    <w:rsid w:val="00564B3E"/>
    <w:rsid w:val="005847F2"/>
    <w:rsid w:val="00590DFA"/>
    <w:rsid w:val="00592675"/>
    <w:rsid w:val="00593598"/>
    <w:rsid w:val="005A5A54"/>
    <w:rsid w:val="005C2309"/>
    <w:rsid w:val="005C24FD"/>
    <w:rsid w:val="005C25DE"/>
    <w:rsid w:val="005E0309"/>
    <w:rsid w:val="005E0F63"/>
    <w:rsid w:val="005E2F93"/>
    <w:rsid w:val="0060491D"/>
    <w:rsid w:val="00605752"/>
    <w:rsid w:val="00655C64"/>
    <w:rsid w:val="00665677"/>
    <w:rsid w:val="00691372"/>
    <w:rsid w:val="00695C3C"/>
    <w:rsid w:val="006B2C57"/>
    <w:rsid w:val="006C284E"/>
    <w:rsid w:val="006C565E"/>
    <w:rsid w:val="006C5FD3"/>
    <w:rsid w:val="006C67BA"/>
    <w:rsid w:val="006D4F17"/>
    <w:rsid w:val="007058AF"/>
    <w:rsid w:val="00722BFF"/>
    <w:rsid w:val="00736410"/>
    <w:rsid w:val="00737717"/>
    <w:rsid w:val="00743091"/>
    <w:rsid w:val="00747D63"/>
    <w:rsid w:val="007537B7"/>
    <w:rsid w:val="00756D0D"/>
    <w:rsid w:val="00765775"/>
    <w:rsid w:val="007877BF"/>
    <w:rsid w:val="0079432E"/>
    <w:rsid w:val="007B0F66"/>
    <w:rsid w:val="007B108E"/>
    <w:rsid w:val="007B2C52"/>
    <w:rsid w:val="007D6227"/>
    <w:rsid w:val="007E2878"/>
    <w:rsid w:val="007E3DA4"/>
    <w:rsid w:val="00821F5E"/>
    <w:rsid w:val="00833407"/>
    <w:rsid w:val="008356F4"/>
    <w:rsid w:val="00843BE8"/>
    <w:rsid w:val="008832A2"/>
    <w:rsid w:val="00891CC9"/>
    <w:rsid w:val="008C3B1B"/>
    <w:rsid w:val="008D1EE4"/>
    <w:rsid w:val="008F52AD"/>
    <w:rsid w:val="008F6FFF"/>
    <w:rsid w:val="00905E5C"/>
    <w:rsid w:val="0094399E"/>
    <w:rsid w:val="00954DFC"/>
    <w:rsid w:val="0095683F"/>
    <w:rsid w:val="009572BD"/>
    <w:rsid w:val="00960BC8"/>
    <w:rsid w:val="00970E9C"/>
    <w:rsid w:val="00971041"/>
    <w:rsid w:val="00971B14"/>
    <w:rsid w:val="00987B2A"/>
    <w:rsid w:val="0099630C"/>
    <w:rsid w:val="00A00A9D"/>
    <w:rsid w:val="00A0127B"/>
    <w:rsid w:val="00A2015F"/>
    <w:rsid w:val="00A27523"/>
    <w:rsid w:val="00A33041"/>
    <w:rsid w:val="00A4002C"/>
    <w:rsid w:val="00A549FE"/>
    <w:rsid w:val="00A6527A"/>
    <w:rsid w:val="00A72987"/>
    <w:rsid w:val="00A772AA"/>
    <w:rsid w:val="00A80FE2"/>
    <w:rsid w:val="00AA3CB7"/>
    <w:rsid w:val="00AB2F17"/>
    <w:rsid w:val="00AC1542"/>
    <w:rsid w:val="00B04903"/>
    <w:rsid w:val="00B21E48"/>
    <w:rsid w:val="00B33475"/>
    <w:rsid w:val="00B3671F"/>
    <w:rsid w:val="00B62E55"/>
    <w:rsid w:val="00B76965"/>
    <w:rsid w:val="00B874E9"/>
    <w:rsid w:val="00B87C64"/>
    <w:rsid w:val="00B90AB4"/>
    <w:rsid w:val="00BA274B"/>
    <w:rsid w:val="00BA5DC3"/>
    <w:rsid w:val="00BC1EF3"/>
    <w:rsid w:val="00BE3DD2"/>
    <w:rsid w:val="00BF21E9"/>
    <w:rsid w:val="00C16892"/>
    <w:rsid w:val="00C8795D"/>
    <w:rsid w:val="00CA4CBA"/>
    <w:rsid w:val="00CD1DA7"/>
    <w:rsid w:val="00CD3356"/>
    <w:rsid w:val="00CD4AE9"/>
    <w:rsid w:val="00CF7206"/>
    <w:rsid w:val="00CF7660"/>
    <w:rsid w:val="00D27227"/>
    <w:rsid w:val="00D51C5E"/>
    <w:rsid w:val="00D53DD0"/>
    <w:rsid w:val="00D67B88"/>
    <w:rsid w:val="00D76500"/>
    <w:rsid w:val="00D83CF9"/>
    <w:rsid w:val="00D92699"/>
    <w:rsid w:val="00D9735E"/>
    <w:rsid w:val="00DB2A83"/>
    <w:rsid w:val="00DC436E"/>
    <w:rsid w:val="00DD0BB8"/>
    <w:rsid w:val="00DE294F"/>
    <w:rsid w:val="00E26491"/>
    <w:rsid w:val="00E27C09"/>
    <w:rsid w:val="00E57B8C"/>
    <w:rsid w:val="00E70346"/>
    <w:rsid w:val="00E7432E"/>
    <w:rsid w:val="00E827FD"/>
    <w:rsid w:val="00EB2F4B"/>
    <w:rsid w:val="00EB3F6B"/>
    <w:rsid w:val="00EB3FE8"/>
    <w:rsid w:val="00EC4505"/>
    <w:rsid w:val="00ED675C"/>
    <w:rsid w:val="00EF3347"/>
    <w:rsid w:val="00EF6955"/>
    <w:rsid w:val="00F02AE9"/>
    <w:rsid w:val="00F15472"/>
    <w:rsid w:val="00F20FA6"/>
    <w:rsid w:val="00F23696"/>
    <w:rsid w:val="00F23D95"/>
    <w:rsid w:val="00F44C66"/>
    <w:rsid w:val="00F51F4F"/>
    <w:rsid w:val="00F524E9"/>
    <w:rsid w:val="00F56D62"/>
    <w:rsid w:val="00F609E0"/>
    <w:rsid w:val="00F6678F"/>
    <w:rsid w:val="00FA0EA2"/>
    <w:rsid w:val="00FA5255"/>
    <w:rsid w:val="00FA5C40"/>
    <w:rsid w:val="00FE6226"/>
    <w:rsid w:val="00FF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 fill="f" fillcolor="white" stroke="f">
      <v:fill color="white" on="f"/>
      <v:stroke on="f"/>
      <o:colormru v:ext="edit" colors="#ef7f00"/>
    </o:shapedefaults>
    <o:shapelayout v:ext="edit">
      <o:idmap v:ext="edit" data="1"/>
    </o:shapelayout>
  </w:shapeDefaults>
  <w:decimalSymbol w:val=","/>
  <w:listSeparator w:val=";"/>
  <w14:docId w14:val="15AA42CB"/>
  <w15:docId w15:val="{B6233D55-E14A-4B73-9689-3BE58CF2D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 w:eastAsia="pl-PL"/>
    </w:rPr>
  </w:style>
  <w:style w:type="paragraph" w:styleId="Nagwek1">
    <w:name w:val="heading 1"/>
    <w:basedOn w:val="Normalny"/>
    <w:next w:val="Tekstpodstawowy"/>
    <w:qFormat/>
    <w:pPr>
      <w:keepNext/>
      <w:keepLines/>
      <w:spacing w:after="220" w:line="200" w:lineRule="atLeast"/>
      <w:outlineLvl w:val="0"/>
    </w:pPr>
    <w:rPr>
      <w:rFonts w:ascii="Arial Black" w:hAnsi="Arial Black"/>
      <w:spacing w:val="-10"/>
      <w:kern w:val="28"/>
      <w:sz w:val="22"/>
    </w:rPr>
  </w:style>
  <w:style w:type="paragraph" w:styleId="Nagwek2">
    <w:name w:val="heading 2"/>
    <w:basedOn w:val="Normalny"/>
    <w:next w:val="Normalny"/>
    <w:qFormat/>
    <w:pPr>
      <w:keepNext/>
      <w:spacing w:line="480" w:lineRule="auto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o">
    <w:name w:val="To"/>
    <w:basedOn w:val="Normalny"/>
    <w:rPr>
      <w:rFonts w:ascii="Arial" w:hAnsi="Arial"/>
      <w:sz w:val="36"/>
      <w:lang w:val="en-US"/>
    </w:rPr>
  </w:style>
  <w:style w:type="paragraph" w:customStyle="1" w:styleId="ToFax">
    <w:name w:val="ToFax"/>
    <w:basedOn w:val="Normalny"/>
    <w:rPr>
      <w:rFonts w:ascii="Arial" w:hAnsi="Arial"/>
      <w:sz w:val="28"/>
      <w:lang w:val="en-US"/>
    </w:rPr>
  </w:style>
  <w:style w:type="paragraph" w:customStyle="1" w:styleId="FromCompany">
    <w:name w:val="FromCompany"/>
    <w:basedOn w:val="Normalny"/>
    <w:rPr>
      <w:rFonts w:ascii="Arial" w:hAnsi="Arial"/>
      <w:sz w:val="28"/>
      <w:lang w:val="en-US"/>
    </w:rPr>
  </w:style>
  <w:style w:type="paragraph" w:customStyle="1" w:styleId="FromPhone">
    <w:name w:val="FromPhone"/>
    <w:basedOn w:val="Normalny"/>
    <w:rPr>
      <w:rFonts w:ascii="Arial" w:hAnsi="Arial"/>
      <w:sz w:val="28"/>
      <w:lang w:val="en-US"/>
    </w:rPr>
  </w:style>
  <w:style w:type="paragraph" w:customStyle="1" w:styleId="FromFax">
    <w:name w:val="FromFax"/>
    <w:basedOn w:val="Normalny"/>
    <w:rPr>
      <w:rFonts w:ascii="Arial" w:hAnsi="Arial"/>
      <w:sz w:val="28"/>
      <w:lang w:val="en-US"/>
    </w:rPr>
  </w:style>
  <w:style w:type="paragraph" w:styleId="Tekstpodstawowy">
    <w:name w:val="Body Text"/>
    <w:basedOn w:val="Normalny"/>
    <w:pPr>
      <w:spacing w:after="120"/>
    </w:pPr>
  </w:style>
  <w:style w:type="paragraph" w:styleId="Tytu">
    <w:name w:val="Title"/>
    <w:basedOn w:val="Normalny"/>
    <w:qFormat/>
    <w:pPr>
      <w:spacing w:before="120"/>
      <w:jc w:val="center"/>
    </w:pPr>
    <w:rPr>
      <w:rFonts w:ascii="Arial" w:hAnsi="Arial"/>
      <w:b/>
      <w:sz w:val="24"/>
    </w:rPr>
  </w:style>
  <w:style w:type="character" w:styleId="Numerstrony">
    <w:name w:val="page number"/>
    <w:basedOn w:val="Domylnaczcionkaakapitu"/>
  </w:style>
  <w:style w:type="character" w:customStyle="1" w:styleId="StopkaZnak">
    <w:name w:val="Stopka Znak"/>
    <w:basedOn w:val="Domylnaczcionkaakapitu"/>
    <w:link w:val="Stopka"/>
    <w:uiPriority w:val="99"/>
    <w:rsid w:val="00F44C66"/>
    <w:rPr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1E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1E48"/>
    <w:rPr>
      <w:rFonts w:ascii="Tahoma" w:hAnsi="Tahoma" w:cs="Tahoma"/>
      <w:sz w:val="16"/>
      <w:szCs w:val="16"/>
      <w:lang w:val="pl-PL" w:eastAsia="pl-PL"/>
    </w:rPr>
  </w:style>
  <w:style w:type="character" w:customStyle="1" w:styleId="NagwekZnak">
    <w:name w:val="Nagłówek Znak"/>
    <w:link w:val="Nagwek"/>
    <w:rsid w:val="00FA0EA2"/>
    <w:rPr>
      <w:lang w:val="pl-PL" w:eastAsia="pl-PL"/>
    </w:rPr>
  </w:style>
  <w:style w:type="character" w:styleId="Odwoaniedokomentarza">
    <w:name w:val="annotation reference"/>
    <w:basedOn w:val="Domylnaczcionkaakapitu"/>
    <w:semiHidden/>
    <w:unhideWhenUsed/>
    <w:rsid w:val="00FA0EA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A0EA2"/>
  </w:style>
  <w:style w:type="character" w:customStyle="1" w:styleId="TekstkomentarzaZnak">
    <w:name w:val="Tekst komentarza Znak"/>
    <w:basedOn w:val="Domylnaczcionkaakapitu"/>
    <w:link w:val="Tekstkomentarza"/>
    <w:semiHidden/>
    <w:rsid w:val="00FA0EA2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0E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0EA2"/>
    <w:rPr>
      <w:b/>
      <w:bCs/>
      <w:lang w:val="pl-PL" w:eastAsia="pl-PL"/>
    </w:rPr>
  </w:style>
  <w:style w:type="paragraph" w:styleId="Akapitzlist">
    <w:name w:val="List Paragraph"/>
    <w:basedOn w:val="Normalny"/>
    <w:uiPriority w:val="34"/>
    <w:qFormat/>
    <w:rsid w:val="00B90AB4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B90AB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90AB4"/>
    <w:rPr>
      <w:lang w:val="pl-PL" w:eastAsia="pl-PL"/>
    </w:rPr>
  </w:style>
  <w:style w:type="paragraph" w:customStyle="1" w:styleId="PGERZEdataznak">
    <w:name w:val="PGE RZE data_znak"/>
    <w:basedOn w:val="Normalny"/>
    <w:rsid w:val="00126A4D"/>
    <w:pPr>
      <w:spacing w:line="360" w:lineRule="auto"/>
      <w:jc w:val="right"/>
    </w:pPr>
    <w:rPr>
      <w:rFonts w:ascii="Arial" w:hAnsi="Arial" w:cs="Arial"/>
      <w:sz w:val="22"/>
    </w:rPr>
  </w:style>
  <w:style w:type="paragraph" w:styleId="Spistreci7">
    <w:name w:val="toc 7"/>
    <w:basedOn w:val="Normalny"/>
    <w:next w:val="Normalny"/>
    <w:autoRedefine/>
    <w:semiHidden/>
    <w:rsid w:val="005C2309"/>
    <w:pPr>
      <w:spacing w:line="360" w:lineRule="auto"/>
      <w:ind w:left="1440"/>
    </w:pPr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zemyslaw.jaworski\Pulpit\DOK_GK_PGE\12062013_LAST\25062013\Za&#322;_8_%20Formularz%20Zmian%20technicznych_2506201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_DSZ" ma:contentTypeID="0x01010085144689BBF74D41907F3E68B5BA8C9200AC096329EC554F4E941428A22F65981A" ma:contentTypeVersion="34" ma:contentTypeDescription="" ma:contentTypeScope="" ma:versionID="4b0a982966f17487c87deb41dc581c94">
  <xsd:schema xmlns:xsd="http://www.w3.org/2001/XMLSchema" xmlns:xs="http://www.w3.org/2001/XMLSchema" xmlns:p="http://schemas.microsoft.com/office/2006/metadata/properties" xmlns:ns1="efb9c7a9-fb7a-49d0-ad5d-64d3cce8bf9e" xmlns:ns3="e98d7501-42e4-4a2d-b641-b529e1ab1d6e" xmlns:ns4="fa87e474-2c2a-4570-a952-e5d0e470b777" targetNamespace="http://schemas.microsoft.com/office/2006/metadata/properties" ma:root="true" ma:fieldsID="64cfae03f359484da4ea6ebee37e0a6c" ns1:_="" ns3:_="" ns4:_="">
    <xsd:import namespace="efb9c7a9-fb7a-49d0-ad5d-64d3cce8bf9e"/>
    <xsd:import namespace="e98d7501-42e4-4a2d-b641-b529e1ab1d6e"/>
    <xsd:import namespace="fa87e474-2c2a-4570-a952-e5d0e470b777"/>
    <xsd:element name="properties">
      <xsd:complexType>
        <xsd:sequence>
          <xsd:element name="documentManagement">
            <xsd:complexType>
              <xsd:all>
                <xsd:element ref="ns1:Kod" minOccurs="0"/>
                <xsd:element ref="ns1:Typ_DSZ"/>
                <xsd:element ref="ns1:Wsprawie" minOccurs="0"/>
                <xsd:element ref="ns1:Symbol_x0020_KO" minOccurs="0"/>
                <xsd:element ref="ns1:Jednostka_x0020_Organizacyjna"/>
                <xsd:element ref="ns3:DataDokumentu"/>
                <xsd:element ref="ns4:ObszarCompliance" minOccurs="0"/>
                <xsd:element ref="ns1:Sygnatura"/>
                <xsd:element ref="ns1:Dodatkowe_x0020_informacje" minOccurs="0"/>
                <xsd:element ref="ns1:Dokumenty_x0020_powiązane" minOccurs="0"/>
                <xsd:element ref="ns1:Uwagi" minOccurs="0"/>
                <xsd:element ref="ns1:Jednostka_x0020_Organizacyjna_x003a_Nazwa" minOccurs="0"/>
                <xsd:element ref="ns4:Rodzaj" minOccurs="0"/>
                <xsd:element ref="ns4:DataWycofani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b9c7a9-fb7a-49d0-ad5d-64d3cce8bf9e" elementFormDefault="qualified">
    <xsd:import namespace="http://schemas.microsoft.com/office/2006/documentManagement/types"/>
    <xsd:import namespace="http://schemas.microsoft.com/office/infopath/2007/PartnerControls"/>
    <xsd:element name="Kod" ma:index="0" nillable="true" ma:displayName="Kod" ma:hidden="true" ma:internalName="Kod" ma:readOnly="false">
      <xsd:simpleType>
        <xsd:restriction base="dms:Text">
          <xsd:maxLength value="255"/>
        </xsd:restriction>
      </xsd:simpleType>
    </xsd:element>
    <xsd:element name="Typ_DSZ" ma:index="1" ma:displayName="Status" ma:format="Dropdown" ma:internalName="Typ_DSZ">
      <xsd:simpleType>
        <xsd:restriction base="dms:Choice">
          <xsd:enumeration value="Obowiązujące DSZ"/>
          <xsd:enumeration value="Archiwum"/>
        </xsd:restriction>
      </xsd:simpleType>
    </xsd:element>
    <xsd:element name="Wsprawie" ma:index="4" nillable="true" ma:displayName="W sprawie" ma:hidden="true" ma:internalName="W_x0020_sprawie" ma:readOnly="false">
      <xsd:simpleType>
        <xsd:restriction base="dms:Note"/>
      </xsd:simpleType>
    </xsd:element>
    <xsd:element name="Symbol_x0020_KO" ma:index="5" nillable="true" ma:displayName="Symbol KO" ma:hidden="true" ma:internalName="Symbol_x0020_KO" ma:readOnly="false">
      <xsd:simpleType>
        <xsd:restriction base="dms:Text">
          <xsd:maxLength value="255"/>
        </xsd:restriction>
      </xsd:simpleType>
    </xsd:element>
    <xsd:element name="Jednostka_x0020_Organizacyjna" ma:index="6" ma:displayName="Obowiązuje w JO" ma:list="{48a272cb-17b3-45e5-b7d8-dcaa6cb64902}" ma:internalName="Jednostka_x0020_Organizacyjna" ma:showField="Title" ma:web="efb9c7a9-fb7a-49d0-ad5d-64d3cce8bf9e">
      <xsd:simpleType>
        <xsd:restriction base="dms:Lookup"/>
      </xsd:simpleType>
    </xsd:element>
    <xsd:element name="Sygnatura" ma:index="9" ma:displayName="Proces" ma:internalName="Sygnatura">
      <xsd:simpleType>
        <xsd:restriction base="dms:Text">
          <xsd:maxLength value="255"/>
        </xsd:restriction>
      </xsd:simpleType>
    </xsd:element>
    <xsd:element name="Dodatkowe_x0020_informacje" ma:index="10" nillable="true" ma:displayName="Dodatkowe informacje" ma:hidden="true" ma:internalName="Dodatkowe_x0020_informacje" ma:readOnly="false">
      <xsd:simpleType>
        <xsd:restriction base="dms:Text">
          <xsd:maxLength value="255"/>
        </xsd:restriction>
      </xsd:simpleType>
    </xsd:element>
    <xsd:element name="Dokumenty_x0020_powiązane" ma:index="11" nillable="true" ma:displayName="Dokumenty powiązane" ma:hidden="true" ma:internalName="Dokumenty_x0020_powi_x0105_zane" ma:readOnly="false">
      <xsd:simpleType>
        <xsd:restriction base="dms:Text">
          <xsd:maxLength value="255"/>
        </xsd:restriction>
      </xsd:simpleType>
    </xsd:element>
    <xsd:element name="Uwagi" ma:index="12" nillable="true" ma:displayName="Uwagi" ma:hidden="true" ma:internalName="Uwagi" ma:readOnly="false">
      <xsd:simpleType>
        <xsd:restriction base="dms:Text">
          <xsd:maxLength value="255"/>
        </xsd:restriction>
      </xsd:simpleType>
    </xsd:element>
    <xsd:element name="Jednostka_x0020_Organizacyjna_x003a_Nazwa" ma:index="16" nillable="true" ma:displayName="Jednostka Organizacyjna:Nazwa" ma:list="{48a272cb-17b3-45e5-b7d8-dcaa6cb64902}" ma:internalName="Jednostka_x0020_Organizacyjna_x003A_Nazwa" ma:readOnly="true" ma:showField="Title" ma:web="efb9c7a9-fb7a-49d0-ad5d-64d3cce8bf9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8d7501-42e4-4a2d-b641-b529e1ab1d6e" elementFormDefault="qualified">
    <xsd:import namespace="http://schemas.microsoft.com/office/2006/documentManagement/types"/>
    <xsd:import namespace="http://schemas.microsoft.com/office/infopath/2007/PartnerControls"/>
    <xsd:element name="DataDokumentu" ma:index="7" ma:displayName="Ważne od:" ma:format="DateOnly" ma:internalName="Data_x0020_dokumentu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87e474-2c2a-4570-a952-e5d0e470b777" elementFormDefault="qualified">
    <xsd:import namespace="http://schemas.microsoft.com/office/2006/documentManagement/types"/>
    <xsd:import namespace="http://schemas.microsoft.com/office/infopath/2007/PartnerControls"/>
    <xsd:element name="ObszarCompliance" ma:index="8" nillable="true" ma:displayName="Obszar Compliance" ma:hidden="true" ma:internalName="ObszarCompliance" ma:readOnly="false">
      <xsd:simpleType>
        <xsd:restriction base="dms:Text">
          <xsd:maxLength value="255"/>
        </xsd:restriction>
      </xsd:simpleType>
    </xsd:element>
    <xsd:element name="Rodzaj" ma:index="20" nillable="true" ma:displayName="Rodzaj" ma:format="Dropdown" ma:internalName="Rodzaj">
      <xsd:simpleType>
        <xsd:restriction base="dms:Choice">
          <xsd:enumeration value="Polityka Regulamin"/>
          <xsd:enumeration value="Procedura Ogólna"/>
          <xsd:enumeration value="Procedura"/>
          <xsd:enumeration value="Instrukcja"/>
          <xsd:enumeration value="Dokumenty PGE"/>
          <xsd:enumeration value="Pozostałe"/>
        </xsd:restriction>
      </xsd:simpleType>
    </xsd:element>
    <xsd:element name="DataWycofania" ma:index="21" nillable="true" ma:displayName="Ważne do:" ma:format="DateOnly" ma:internalName="DataWycofani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odzaj xmlns="fa87e474-2c2a-4570-a952-e5d0e470b777">Procedura</Rodzaj>
    <Dodatkowe_x0020_informacje xmlns="efb9c7a9-fb7a-49d0-ad5d-64d3cce8bf9e">DYST/CENT/IS/3.03.04.05</Dodatkowe_x0020_informacje>
    <DataWycofania xmlns="fa87e474-2c2a-4570-a952-e5d0e470b777" xsi:nil="true"/>
    <ObszarCompliance xmlns="fa87e474-2c2a-4570-a952-e5d0e470b777">Zasady uczciwego biznesu GK PGE, w tym stosowanie postanowień Kodeksu etyki GK PGE</ObszarCompliance>
    <Typ_DSZ xmlns="efb9c7a9-fb7a-49d0-ad5d-64d3cce8bf9e">Obowiązujące DSZ</Typ_DSZ>
    <Sygnatura xmlns="efb9c7a9-fb7a-49d0-ad5d-64d3cce8bf9e">3.03.04.05</Sygnatura>
    <Symbol_x0020_KO xmlns="efb9c7a9-fb7a-49d0-ad5d-64d3cce8bf9e">IS</Symbol_x0020_KO>
    <Uwagi xmlns="efb9c7a9-fb7a-49d0-ad5d-64d3cce8bf9e" xsi:nil="true"/>
    <DataDokumentu xmlns="e98d7501-42e4-4a2d-b641-b529e1ab1d6e">2019-11-30T23:00:00+00:00</DataDokumentu>
    <Kod xmlns="efb9c7a9-fb7a-49d0-ad5d-64d3cce8bf9e">PROC 30089/A</Kod>
    <Wsprawie xmlns="efb9c7a9-fb7a-49d0-ad5d-64d3cce8bf9e">&lt;div class="ExternalClass0CC1781F08D04B20B7B7C903E51C0C84"&gt;&lt;p&gt;PROCEDURA PRZEPROWADZANIA ODBIORÓW OBIEKTÓW BUDOWLANYCH ZWIĄZANYCH Z DYSTRYBUCJĄ ENERGII ELEKTRYCZNEJ W PGE DYSTRYBUCJA S.A.&lt;/p&gt;&lt;/div&gt;</Wsprawie>
    <Dokumenty_x0020_powiązane xmlns="efb9c7a9-fb7a-49d0-ad5d-64d3cce8bf9e" xsi:nil="true"/>
    <Jednostka_x0020_Organizacyjna xmlns="efb9c7a9-fb7a-49d0-ad5d-64d3cce8bf9e">7</Jednostka_x0020_Organizacyjna>
  </documentManagement>
</p:properties>
</file>

<file path=customXml/itemProps1.xml><?xml version="1.0" encoding="utf-8"?>
<ds:datastoreItem xmlns:ds="http://schemas.openxmlformats.org/officeDocument/2006/customXml" ds:itemID="{24A5A560-F4F6-4FC7-A3ED-623ED51014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F15DFA-FDB8-4A0F-B762-1837E7AD96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5B0492-E54C-44B2-9930-051F8C62CA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b9c7a9-fb7a-49d0-ad5d-64d3cce8bf9e"/>
    <ds:schemaRef ds:uri="e98d7501-42e4-4a2d-b641-b529e1ab1d6e"/>
    <ds:schemaRef ds:uri="fa87e474-2c2a-4570-a952-e5d0e470b7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DDDFBB-A358-49C8-A8EF-0A5BBC01DCA4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efb9c7a9-fb7a-49d0-ad5d-64d3cce8bf9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fa87e474-2c2a-4570-a952-e5d0e470b777"/>
    <ds:schemaRef ds:uri="e98d7501-42e4-4a2d-b641-b529e1ab1d6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Zał_8_ Formularz Zmian technicznych_25062013</Template>
  <TotalTime>5</TotalTime>
  <Pages>2</Pages>
  <Words>272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pawel.jaworski</dc:creator>
  <cp:lastModifiedBy>Skiba-Sobota Ewelina [PGE Dystr. O.Rzeszów]</cp:lastModifiedBy>
  <cp:revision>4</cp:revision>
  <cp:lastPrinted>2019-11-14T14:14:00Z</cp:lastPrinted>
  <dcterms:created xsi:type="dcterms:W3CDTF">2026-01-15T12:08:00Z</dcterms:created>
  <dcterms:modified xsi:type="dcterms:W3CDTF">2026-01-15T12:08:00Z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0x01010085144689BBF74D41907F3E68B5BA8C9200AC096329EC554F4E941428A22F65981A</vt:lpwstr>
  </property>
  <property fmtid="{D5CDD505-2E9C-101B-9397-08002B2CF9AE}" pid="3" name="_docset_NoMedatataSyncRequired">
    <vt:lpwstr>False</vt:lpwstr>
  </property>
</Properties>
</file>